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73"/>
        <w:gridCol w:w="2563"/>
        <w:gridCol w:w="5562"/>
      </w:tblGrid>
      <w:tr w:rsidR="00387424" w:rsidRPr="00B0544D" w14:paraId="046AFACA" w14:textId="77777777" w:rsidTr="00387424">
        <w:tc>
          <w:tcPr>
            <w:tcW w:w="1373" w:type="dxa"/>
          </w:tcPr>
          <w:p w14:paraId="193D3A8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563" w:type="dxa"/>
          </w:tcPr>
          <w:p w14:paraId="5CFA2A5F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562" w:type="dxa"/>
          </w:tcPr>
          <w:p w14:paraId="0438719B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87424" w14:paraId="08F5739A" w14:textId="77777777" w:rsidTr="00387424">
        <w:tc>
          <w:tcPr>
            <w:tcW w:w="1373" w:type="dxa"/>
          </w:tcPr>
          <w:p w14:paraId="1723C2B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07610010</w:t>
            </w:r>
          </w:p>
        </w:tc>
        <w:tc>
          <w:tcPr>
            <w:tcW w:w="2563" w:type="dxa"/>
          </w:tcPr>
          <w:p w14:paraId="51F0D9B1" w14:textId="1886A10D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EC-AP 08-05</w:t>
            </w:r>
          </w:p>
        </w:tc>
        <w:tc>
          <w:tcPr>
            <w:tcW w:w="5562" w:type="dxa"/>
          </w:tcPr>
          <w:p w14:paraId="1FDC298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posteriore.</w:t>
            </w:r>
          </w:p>
          <w:p w14:paraId="5C31EBC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022FBD1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7C75D5D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4F9AC6E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7FCD2BE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7D1A78F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BA058C0" w14:textId="0AE46B89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2A6A88">
              <w:rPr>
                <w:rFonts w:ascii="Poppins" w:hAnsi="Poppins" w:cs="Poppins"/>
                <w:b/>
              </w:rPr>
              <w:t>:</w:t>
            </w:r>
          </w:p>
          <w:p w14:paraId="5179ABAB" w14:textId="0DC1D34C" w:rsidR="00387424" w:rsidRPr="002A6A88" w:rsidRDefault="00387424" w:rsidP="001A1DA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 xml:space="preserve"> (min- max) 4,36 (3,14- 5,15) kW</w:t>
            </w:r>
          </w:p>
          <w:p w14:paraId="43BBAAF1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d’acqua max velocità 886 l/h</w:t>
            </w:r>
          </w:p>
          <w:p w14:paraId="539A89C8" w14:textId="5BDD8D0A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Perdita di carico max velocità 20,4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2A6A88">
              <w:rPr>
                <w:rFonts w:ascii="Poppins" w:hAnsi="Poppins" w:cs="Poppins"/>
                <w:color w:val="000000"/>
              </w:rPr>
              <w:t xml:space="preserve"> </w:t>
            </w:r>
            <w:r w:rsidRPr="002A6A88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2A6A88">
              <w:rPr>
                <w:rFonts w:ascii="Poppins" w:hAnsi="Poppins" w:cs="Poppins"/>
              </w:rPr>
              <w:t>b.s</w:t>
            </w:r>
            <w:proofErr w:type="spellEnd"/>
            <w:r w:rsidRPr="002A6A88">
              <w:rPr>
                <w:rFonts w:ascii="Poppins" w:hAnsi="Poppins" w:cs="Poppins"/>
              </w:rPr>
              <w:t xml:space="preserve">./19 °C </w:t>
            </w:r>
            <w:proofErr w:type="spellStart"/>
            <w:r w:rsidRPr="002A6A88">
              <w:rPr>
                <w:rFonts w:ascii="Poppins" w:hAnsi="Poppins" w:cs="Poppins"/>
              </w:rPr>
              <w:t>b.u.</w:t>
            </w:r>
            <w:proofErr w:type="spellEnd"/>
            <w:r w:rsidRPr="002A6A88">
              <w:rPr>
                <w:rFonts w:ascii="Poppins" w:hAnsi="Poppins" w:cs="Poppins"/>
              </w:rPr>
              <w:t>).</w:t>
            </w:r>
          </w:p>
          <w:p w14:paraId="6AA49911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 xml:space="preserve"> (min- max) 4,72 (3,34- 5,64) kW</w:t>
            </w:r>
          </w:p>
          <w:p w14:paraId="47911218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d’acqua max velocità 970 l/h</w:t>
            </w:r>
          </w:p>
          <w:p w14:paraId="18AEFD57" w14:textId="007AA9B4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lastRenderedPageBreak/>
              <w:t xml:space="preserve">Perdita di carico max velocità 21,3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2A6A88">
              <w:rPr>
                <w:rFonts w:ascii="Poppins" w:hAnsi="Poppins" w:cs="Poppins"/>
                <w:color w:val="000000"/>
              </w:rPr>
              <w:t xml:space="preserve"> </w:t>
            </w:r>
            <w:r w:rsidRPr="002A6A88">
              <w:rPr>
                <w:rFonts w:ascii="Poppins" w:hAnsi="Poppins" w:cs="Poppins"/>
              </w:rPr>
              <w:t>(temperatura acqua 45/40 °C; temperatura aria 20 °C)</w:t>
            </w:r>
          </w:p>
          <w:p w14:paraId="0C39C122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 xml:space="preserve"> (min- max) 656 (387- 859) m3/h</w:t>
            </w:r>
          </w:p>
          <w:p w14:paraId="1EB2F69E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52ABC6E4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2A6A88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22F9FB36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>/Hz</w:t>
            </w:r>
          </w:p>
          <w:p w14:paraId="6B270D0C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542C7BAC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49914821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A6A88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 xml:space="preserve"> (min- max) 63 (55- 69)</w:t>
            </w:r>
            <w:r w:rsidRPr="002A6A88">
              <w:rPr>
                <w:rFonts w:ascii="Poppins" w:hAnsi="Poppins" w:cs="Poppins"/>
              </w:rPr>
              <w:t xml:space="preserve"> dB(A)</w:t>
            </w:r>
          </w:p>
          <w:p w14:paraId="6589013D" w14:textId="6BD6B9A9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A6A88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2A6A88">
              <w:rPr>
                <w:rFonts w:ascii="Poppins" w:hAnsi="Poppins" w:cs="Poppins"/>
              </w:rPr>
              <w:t>med</w:t>
            </w:r>
            <w:proofErr w:type="spellEnd"/>
            <w:r w:rsidRPr="002A6A88">
              <w:rPr>
                <w:rFonts w:ascii="Poppins" w:hAnsi="Poppins" w:cs="Poppins"/>
              </w:rPr>
              <w:t xml:space="preserve"> (min- max) 46 (38- 52) dB(A) - valori riferiti a fattore di direzionalità pari a 2 in campo chiuso, costante d’ambiente 300 m2 e distanza pari a 5 m</w:t>
            </w:r>
          </w:p>
          <w:p w14:paraId="5401668A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>) 808x605x275 mm</w:t>
            </w:r>
          </w:p>
          <w:p w14:paraId="54C78CC1" w14:textId="77777777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Peso 36 kg</w:t>
            </w:r>
          </w:p>
          <w:p w14:paraId="066FB30A" w14:textId="174E7F8C" w:rsidR="00387424" w:rsidRPr="002A6A88" w:rsidRDefault="00387424" w:rsidP="001A1DA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2A6A88">
              <w:rPr>
                <w:rFonts w:ascii="Poppins" w:hAnsi="Poppins" w:cs="Poppins"/>
                <w:color w:val="000000"/>
              </w:rPr>
              <w:t>3/4</w:t>
            </w:r>
            <w:r w:rsidRPr="002A6A88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063441D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DCE2887" w14:textId="594C1DB6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EC-AP 08-05 o equivalente</w:t>
            </w:r>
            <w:r w:rsidR="002A6A8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14:paraId="73280887" w14:textId="77777777" w:rsidTr="00387424">
        <w:tc>
          <w:tcPr>
            <w:tcW w:w="1373" w:type="dxa"/>
          </w:tcPr>
          <w:p w14:paraId="4B608308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07610020</w:t>
            </w:r>
          </w:p>
        </w:tc>
        <w:tc>
          <w:tcPr>
            <w:tcW w:w="2563" w:type="dxa"/>
          </w:tcPr>
          <w:p w14:paraId="508FAA90" w14:textId="12750D26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EC-AP 08-07</w:t>
            </w:r>
          </w:p>
        </w:tc>
        <w:tc>
          <w:tcPr>
            <w:tcW w:w="5562" w:type="dxa"/>
          </w:tcPr>
          <w:p w14:paraId="328F3C4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posteriore.</w:t>
            </w:r>
          </w:p>
          <w:p w14:paraId="3C08C4E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377628C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4B07653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75C2995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458083F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E53051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1F69727" w14:textId="0011CE23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2A6A88">
              <w:rPr>
                <w:rFonts w:ascii="Poppins" w:hAnsi="Poppins" w:cs="Poppins"/>
                <w:b/>
              </w:rPr>
              <w:t>:</w:t>
            </w:r>
          </w:p>
          <w:p w14:paraId="6C116059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 xml:space="preserve"> (min- max) 5,78 (4,27- 6,67) kW</w:t>
            </w:r>
          </w:p>
          <w:p w14:paraId="71AA247A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d’acqua max velocità 1148 l/h</w:t>
            </w:r>
          </w:p>
          <w:p w14:paraId="4F1F2C08" w14:textId="4BE44F3A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Perdita di carico max velocità 23,5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2A6A88">
              <w:rPr>
                <w:rFonts w:ascii="Poppins" w:hAnsi="Poppins" w:cs="Poppins"/>
                <w:color w:val="000000"/>
              </w:rPr>
              <w:t xml:space="preserve"> </w:t>
            </w:r>
            <w:r w:rsidRPr="002A6A88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2A6A88">
              <w:rPr>
                <w:rFonts w:ascii="Poppins" w:hAnsi="Poppins" w:cs="Poppins"/>
              </w:rPr>
              <w:t>b.s</w:t>
            </w:r>
            <w:proofErr w:type="spellEnd"/>
            <w:r w:rsidRPr="002A6A88">
              <w:rPr>
                <w:rFonts w:ascii="Poppins" w:hAnsi="Poppins" w:cs="Poppins"/>
              </w:rPr>
              <w:t xml:space="preserve">./19 °C </w:t>
            </w:r>
            <w:proofErr w:type="spellStart"/>
            <w:r w:rsidRPr="002A6A88">
              <w:rPr>
                <w:rFonts w:ascii="Poppins" w:hAnsi="Poppins" w:cs="Poppins"/>
              </w:rPr>
              <w:t>b.u.</w:t>
            </w:r>
            <w:proofErr w:type="spellEnd"/>
            <w:r w:rsidRPr="002A6A88">
              <w:rPr>
                <w:rFonts w:ascii="Poppins" w:hAnsi="Poppins" w:cs="Poppins"/>
              </w:rPr>
              <w:t>).</w:t>
            </w:r>
          </w:p>
          <w:p w14:paraId="79E9199A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 xml:space="preserve"> (min- max) 6,16 (4,46- 7,17) kW</w:t>
            </w:r>
          </w:p>
          <w:p w14:paraId="7E881BF5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Portata d’acqua max velocità 1234 l/h</w:t>
            </w:r>
          </w:p>
          <w:p w14:paraId="5611FCE6" w14:textId="5B3ED77A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Perdita di carico max velocità 23,6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2A6A88">
              <w:rPr>
                <w:rFonts w:ascii="Poppins" w:hAnsi="Poppins" w:cs="Poppins"/>
                <w:color w:val="000000"/>
              </w:rPr>
              <w:t xml:space="preserve"> </w:t>
            </w:r>
            <w:r w:rsidRPr="002A6A88">
              <w:rPr>
                <w:rFonts w:ascii="Poppins" w:hAnsi="Poppins" w:cs="Poppins"/>
              </w:rPr>
              <w:t>(temperatura acqua 45/40 °C; temperatura aria 20 °C)</w:t>
            </w:r>
          </w:p>
          <w:p w14:paraId="0B1FDF6C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 xml:space="preserve"> (min- max) 783 (480- 987) m3/h</w:t>
            </w:r>
          </w:p>
          <w:p w14:paraId="60CAD9DF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61151D39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2A6A88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020EEC0D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>/Hz</w:t>
            </w:r>
          </w:p>
          <w:p w14:paraId="1182681F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52E125FC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227B1249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A6A88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 xml:space="preserve"> (min- max) 64 (56- 70)</w:t>
            </w:r>
            <w:r w:rsidRPr="002A6A88">
              <w:rPr>
                <w:rFonts w:ascii="Poppins" w:hAnsi="Poppins" w:cs="Poppins"/>
              </w:rPr>
              <w:t xml:space="preserve"> dB(A)</w:t>
            </w:r>
          </w:p>
          <w:p w14:paraId="667936E9" w14:textId="3B79D3C4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A6A88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2A6A88">
              <w:rPr>
                <w:rFonts w:ascii="Poppins" w:hAnsi="Poppins" w:cs="Poppins"/>
              </w:rPr>
              <w:t>med</w:t>
            </w:r>
            <w:proofErr w:type="spellEnd"/>
            <w:r w:rsidRPr="002A6A88">
              <w:rPr>
                <w:rFonts w:ascii="Poppins" w:hAnsi="Poppins" w:cs="Poppins"/>
              </w:rPr>
              <w:t xml:space="preserve"> (min- max) 47 (39- 53) dB(A) - valori riferiti a fattore di direzionalità pari a 2 in campo chiuso, costante d’ambiente 300 m2 e distanza pari a 5 m</w:t>
            </w:r>
          </w:p>
          <w:p w14:paraId="533C71EB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2A6A88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2A6A88">
              <w:rPr>
                <w:rFonts w:ascii="Poppins" w:hAnsi="Poppins" w:cs="Poppins"/>
                <w:color w:val="000000"/>
              </w:rPr>
              <w:t>) 808x605x275 mm</w:t>
            </w:r>
          </w:p>
          <w:p w14:paraId="50EB2614" w14:textId="77777777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>Peso 37 kg</w:t>
            </w:r>
          </w:p>
          <w:p w14:paraId="6820A1B5" w14:textId="5074FDAE" w:rsidR="00387424" w:rsidRPr="002A6A88" w:rsidRDefault="00387424" w:rsidP="001A1DA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A6A88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2A6A88">
              <w:rPr>
                <w:rFonts w:ascii="Poppins" w:hAnsi="Poppins" w:cs="Poppins"/>
                <w:color w:val="000000"/>
              </w:rPr>
              <w:t>3/4</w:t>
            </w:r>
            <w:r w:rsidRPr="002A6A88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46E891C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32DE7F2" w14:textId="0EBA2EAF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EC-AP 08-07 o equivalente</w:t>
            </w:r>
            <w:r w:rsidR="002A6A8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14:paraId="048B535A" w14:textId="77777777" w:rsidTr="00387424">
        <w:tc>
          <w:tcPr>
            <w:tcW w:w="1373" w:type="dxa"/>
          </w:tcPr>
          <w:p w14:paraId="61DC062C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07610030</w:t>
            </w:r>
          </w:p>
        </w:tc>
        <w:tc>
          <w:tcPr>
            <w:tcW w:w="2563" w:type="dxa"/>
          </w:tcPr>
          <w:p w14:paraId="50E5ABD0" w14:textId="4758A0EC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EC-AP 08-08</w:t>
            </w:r>
          </w:p>
        </w:tc>
        <w:tc>
          <w:tcPr>
            <w:tcW w:w="5562" w:type="dxa"/>
          </w:tcPr>
          <w:p w14:paraId="15FD1EA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posteriore.</w:t>
            </w:r>
          </w:p>
          <w:p w14:paraId="2A8CFF0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7E21532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5F8049F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57A3B07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3DB50C6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5AAE44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8053FFA" w14:textId="58602E46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2A6A88">
              <w:rPr>
                <w:rFonts w:ascii="Poppins" w:hAnsi="Poppins" w:cs="Poppins"/>
                <w:b/>
              </w:rPr>
              <w:t>:</w:t>
            </w:r>
          </w:p>
          <w:p w14:paraId="2C744A24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A52DFF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A52DFF">
              <w:rPr>
                <w:rFonts w:ascii="Poppins" w:hAnsi="Poppins" w:cs="Poppins"/>
                <w:color w:val="000000"/>
              </w:rPr>
              <w:t xml:space="preserve"> (min- max) 6,73 (4,98- 7,79) kW</w:t>
            </w:r>
          </w:p>
          <w:p w14:paraId="044D0546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Portata d’acqua max velocità 1340 l/h</w:t>
            </w:r>
          </w:p>
          <w:p w14:paraId="5A8742BB" w14:textId="238D196D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 xml:space="preserve">Perdita di carico max velocità 22,9 </w:t>
            </w:r>
            <w:proofErr w:type="spellStart"/>
            <w:r w:rsidRPr="00A52DFF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2A6A88" w:rsidRPr="00A52DFF">
              <w:rPr>
                <w:rFonts w:ascii="Poppins" w:hAnsi="Poppins" w:cs="Poppins"/>
                <w:color w:val="000000"/>
              </w:rPr>
              <w:t xml:space="preserve"> </w:t>
            </w:r>
            <w:r w:rsidRPr="00A52DFF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A52DFF">
              <w:rPr>
                <w:rFonts w:ascii="Poppins" w:hAnsi="Poppins" w:cs="Poppins"/>
              </w:rPr>
              <w:t>b.s</w:t>
            </w:r>
            <w:proofErr w:type="spellEnd"/>
            <w:r w:rsidRPr="00A52DFF">
              <w:rPr>
                <w:rFonts w:ascii="Poppins" w:hAnsi="Poppins" w:cs="Poppins"/>
              </w:rPr>
              <w:t xml:space="preserve">./19 °C </w:t>
            </w:r>
            <w:proofErr w:type="spellStart"/>
            <w:r w:rsidRPr="00A52DFF">
              <w:rPr>
                <w:rFonts w:ascii="Poppins" w:hAnsi="Poppins" w:cs="Poppins"/>
              </w:rPr>
              <w:t>b.u.</w:t>
            </w:r>
            <w:proofErr w:type="spellEnd"/>
            <w:r w:rsidRPr="00A52DFF">
              <w:rPr>
                <w:rFonts w:ascii="Poppins" w:hAnsi="Poppins" w:cs="Poppins"/>
              </w:rPr>
              <w:t>)</w:t>
            </w:r>
          </w:p>
          <w:p w14:paraId="1217DD5F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A52DFF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A52DFF">
              <w:rPr>
                <w:rFonts w:ascii="Poppins" w:hAnsi="Poppins" w:cs="Poppins"/>
                <w:color w:val="000000"/>
              </w:rPr>
              <w:t xml:space="preserve"> (min- max) 6,50 (4,72- 7,59) kW</w:t>
            </w:r>
          </w:p>
          <w:p w14:paraId="38944C65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lastRenderedPageBreak/>
              <w:t>Portata d’acqua max velocità 1305 l/h</w:t>
            </w:r>
          </w:p>
          <w:p w14:paraId="37483633" w14:textId="2B661D6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 xml:space="preserve">Perdita di carico max velocità 18,9 </w:t>
            </w:r>
            <w:proofErr w:type="spellStart"/>
            <w:r w:rsidRPr="00A52DFF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2A6A88" w:rsidRPr="00A52DFF">
              <w:rPr>
                <w:rFonts w:ascii="Poppins" w:hAnsi="Poppins" w:cs="Poppins"/>
                <w:color w:val="000000"/>
              </w:rPr>
              <w:t xml:space="preserve"> </w:t>
            </w:r>
            <w:r w:rsidRPr="00A52DFF">
              <w:rPr>
                <w:rFonts w:ascii="Poppins" w:hAnsi="Poppins" w:cs="Poppins"/>
              </w:rPr>
              <w:t>(temperatura acqua 45/40 °C; temperatura aria 20 °C)</w:t>
            </w:r>
          </w:p>
          <w:p w14:paraId="6854250E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A52DFF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A52DFF">
              <w:rPr>
                <w:rFonts w:ascii="Poppins" w:hAnsi="Poppins" w:cs="Poppins"/>
                <w:color w:val="000000"/>
              </w:rPr>
              <w:t xml:space="preserve"> (min- max) 754 (464- 954) m3/h</w:t>
            </w:r>
          </w:p>
          <w:p w14:paraId="7F1E84D1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50DA33FF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A52DFF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5E099108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A52DFF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A52DFF">
              <w:rPr>
                <w:rFonts w:ascii="Poppins" w:hAnsi="Poppins" w:cs="Poppins"/>
                <w:color w:val="000000"/>
              </w:rPr>
              <w:t>/Hz</w:t>
            </w:r>
          </w:p>
          <w:p w14:paraId="300DC01E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1A8FFB12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209F8F8C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52DFF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A52DFF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A52DFF">
              <w:rPr>
                <w:rFonts w:ascii="Poppins" w:hAnsi="Poppins" w:cs="Poppins"/>
                <w:color w:val="000000"/>
              </w:rPr>
              <w:t xml:space="preserve"> (min- max) 64 (56- 70)</w:t>
            </w:r>
            <w:r w:rsidRPr="00A52DFF">
              <w:rPr>
                <w:rFonts w:ascii="Poppins" w:hAnsi="Poppins" w:cs="Poppins"/>
              </w:rPr>
              <w:t xml:space="preserve"> dB(A)</w:t>
            </w:r>
          </w:p>
          <w:p w14:paraId="2452B591" w14:textId="3FF72839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52DFF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A52DFF">
              <w:rPr>
                <w:rFonts w:ascii="Poppins" w:hAnsi="Poppins" w:cs="Poppins"/>
              </w:rPr>
              <w:t>med</w:t>
            </w:r>
            <w:proofErr w:type="spellEnd"/>
            <w:r w:rsidRPr="00A52DFF">
              <w:rPr>
                <w:rFonts w:ascii="Poppins" w:hAnsi="Poppins" w:cs="Poppins"/>
              </w:rPr>
              <w:t xml:space="preserve"> (min- max) 47 (39- 53) dB(A) - valori riferiti a fattore di direzionalità pari a 2 in campo chiuso, costante d’ambiente 300 m2 e distanza pari a 5 m</w:t>
            </w:r>
          </w:p>
          <w:p w14:paraId="140C4F00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A52DFF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A52DFF">
              <w:rPr>
                <w:rFonts w:ascii="Poppins" w:hAnsi="Poppins" w:cs="Poppins"/>
                <w:color w:val="000000"/>
              </w:rPr>
              <w:t>) 808x605x275 mm</w:t>
            </w:r>
          </w:p>
          <w:p w14:paraId="373F65E1" w14:textId="77777777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>Peso 39 kg</w:t>
            </w:r>
          </w:p>
          <w:p w14:paraId="16342908" w14:textId="26509761" w:rsidR="00387424" w:rsidRPr="00A52DFF" w:rsidRDefault="00387424" w:rsidP="001A1DA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52DFF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>
              <w:rPr>
                <w:rFonts w:ascii="Poppins" w:hAnsi="Poppins" w:cs="Poppins"/>
                <w:color w:val="000000"/>
              </w:rPr>
              <w:t>3/4</w:t>
            </w:r>
            <w:r w:rsidRPr="00A52DFF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6A16C58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6A50A5D" w14:textId="7D27716E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EC-AP 08-08 o equivalente</w:t>
            </w:r>
            <w:r w:rsidR="00A52DF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14:paraId="725B8CC9" w14:textId="77777777" w:rsidTr="00387424">
        <w:tc>
          <w:tcPr>
            <w:tcW w:w="1373" w:type="dxa"/>
          </w:tcPr>
          <w:p w14:paraId="700954B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07610040</w:t>
            </w:r>
          </w:p>
        </w:tc>
        <w:tc>
          <w:tcPr>
            <w:tcW w:w="2563" w:type="dxa"/>
          </w:tcPr>
          <w:p w14:paraId="310328ED" w14:textId="77E2446C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EC-AP 12-09</w:t>
            </w:r>
          </w:p>
        </w:tc>
        <w:tc>
          <w:tcPr>
            <w:tcW w:w="5562" w:type="dxa"/>
          </w:tcPr>
          <w:p w14:paraId="6145D41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posteriore.</w:t>
            </w:r>
          </w:p>
          <w:p w14:paraId="4EE6D8A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0911D45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Motore a magneti permanenti ad alta efficienza, brushless, a regolazione di velocità e potenza mediante dispositivo elettronico PWM, con riduzione della rumorosità e dei consumi elettrici, con accoppiamento al/i gruppo/i ventilante/i con </w:t>
            </w:r>
            <w:r w:rsidRPr="00387424">
              <w:rPr>
                <w:rFonts w:ascii="Poppins" w:hAnsi="Poppins" w:cs="Poppins"/>
                <w:sz w:val="20"/>
              </w:rPr>
              <w:lastRenderedPageBreak/>
              <w:t>ventilatore centrifugo a doppia aspirazione, a pale curve avanti, in plastica, di ultima generazione.</w:t>
            </w:r>
          </w:p>
          <w:p w14:paraId="0C0BA90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36605DD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29FBE07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3EDED7E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60E5666" w14:textId="07EEE9E8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EC1DD9">
              <w:rPr>
                <w:rFonts w:ascii="Poppins" w:hAnsi="Poppins" w:cs="Poppins"/>
                <w:b/>
              </w:rPr>
              <w:t>:</w:t>
            </w:r>
          </w:p>
          <w:p w14:paraId="6F153C7A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EC1DD9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EC1DD9">
              <w:rPr>
                <w:rFonts w:ascii="Poppins" w:hAnsi="Poppins" w:cs="Poppins"/>
                <w:color w:val="000000"/>
              </w:rPr>
              <w:t xml:space="preserve"> (min- max) 8,02 (5,88- 8,69) kW</w:t>
            </w:r>
          </w:p>
          <w:p w14:paraId="1CBE01B8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Portata d’acqua max velocità 1495 l/h</w:t>
            </w:r>
          </w:p>
          <w:p w14:paraId="0B29C588" w14:textId="6C289B80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C1DD9">
              <w:rPr>
                <w:rFonts w:ascii="Poppins" w:hAnsi="Poppins" w:cs="Poppins"/>
                <w:color w:val="000000"/>
              </w:rPr>
              <w:t xml:space="preserve">Perdita di carico max velocità 14,7 </w:t>
            </w:r>
            <w:proofErr w:type="spellStart"/>
            <w:r w:rsidRPr="00EC1DD9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EC1DD9" w:rsidRPr="00EC1DD9">
              <w:rPr>
                <w:rFonts w:ascii="Poppins" w:hAnsi="Poppins" w:cs="Poppins"/>
                <w:color w:val="000000"/>
              </w:rPr>
              <w:t xml:space="preserve"> </w:t>
            </w:r>
            <w:r w:rsidRPr="00EC1DD9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EC1DD9">
              <w:rPr>
                <w:rFonts w:ascii="Poppins" w:hAnsi="Poppins" w:cs="Poppins"/>
              </w:rPr>
              <w:t>b.s</w:t>
            </w:r>
            <w:proofErr w:type="spellEnd"/>
            <w:r w:rsidRPr="00EC1DD9">
              <w:rPr>
                <w:rFonts w:ascii="Poppins" w:hAnsi="Poppins" w:cs="Poppins"/>
              </w:rPr>
              <w:t xml:space="preserve">./19 °C </w:t>
            </w:r>
            <w:proofErr w:type="spellStart"/>
            <w:r w:rsidRPr="00EC1DD9">
              <w:rPr>
                <w:rFonts w:ascii="Poppins" w:hAnsi="Poppins" w:cs="Poppins"/>
              </w:rPr>
              <w:t>b.u.</w:t>
            </w:r>
            <w:proofErr w:type="spellEnd"/>
            <w:r w:rsidRPr="00EC1DD9">
              <w:rPr>
                <w:rFonts w:ascii="Poppins" w:hAnsi="Poppins" w:cs="Poppins"/>
              </w:rPr>
              <w:t>)</w:t>
            </w:r>
          </w:p>
          <w:p w14:paraId="5C8BAF52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EC1DD9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EC1DD9">
              <w:rPr>
                <w:rFonts w:ascii="Poppins" w:hAnsi="Poppins" w:cs="Poppins"/>
                <w:color w:val="000000"/>
              </w:rPr>
              <w:t xml:space="preserve"> (min- max) 9,25 (6,65- 10,08) kW</w:t>
            </w:r>
          </w:p>
          <w:p w14:paraId="75D1D07A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Portata d’acqua max velocità 1733 l/h</w:t>
            </w:r>
          </w:p>
          <w:p w14:paraId="2F5582A4" w14:textId="7652CD2B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C1DD9">
              <w:rPr>
                <w:rFonts w:ascii="Poppins" w:hAnsi="Poppins" w:cs="Poppins"/>
                <w:color w:val="000000"/>
              </w:rPr>
              <w:t xml:space="preserve">Perdita di carico max velocità 17,2 </w:t>
            </w:r>
            <w:proofErr w:type="spellStart"/>
            <w:r w:rsidRPr="00EC1DD9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EC1DD9" w:rsidRPr="00EC1DD9">
              <w:rPr>
                <w:rFonts w:ascii="Poppins" w:hAnsi="Poppins" w:cs="Poppins"/>
                <w:color w:val="000000"/>
              </w:rPr>
              <w:t xml:space="preserve"> </w:t>
            </w:r>
            <w:r w:rsidRPr="00EC1DD9">
              <w:rPr>
                <w:rFonts w:ascii="Poppins" w:hAnsi="Poppins" w:cs="Poppins"/>
              </w:rPr>
              <w:t>(temperatura acqua 45/40 °C; temperatura aria 20 °C)</w:t>
            </w:r>
          </w:p>
          <w:p w14:paraId="7E818A91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EC1DD9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EC1DD9">
              <w:rPr>
                <w:rFonts w:ascii="Poppins" w:hAnsi="Poppins" w:cs="Poppins"/>
                <w:color w:val="000000"/>
              </w:rPr>
              <w:t xml:space="preserve"> (min- max) 1436 (869- 1634) m3/h</w:t>
            </w:r>
          </w:p>
          <w:p w14:paraId="4AADD755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0A2ABF0F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EC1DD9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24F05A7F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EC1DD9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EC1DD9">
              <w:rPr>
                <w:rFonts w:ascii="Poppins" w:hAnsi="Poppins" w:cs="Poppins"/>
                <w:color w:val="000000"/>
              </w:rPr>
              <w:t>/Hz</w:t>
            </w:r>
          </w:p>
          <w:p w14:paraId="33CC8EE2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49923849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09862D9A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C1DD9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EC1DD9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EC1DD9">
              <w:rPr>
                <w:rFonts w:ascii="Poppins" w:hAnsi="Poppins" w:cs="Poppins"/>
                <w:color w:val="000000"/>
              </w:rPr>
              <w:t xml:space="preserve"> (min- max) 68 (57- 72)</w:t>
            </w:r>
            <w:r w:rsidRPr="00EC1DD9">
              <w:rPr>
                <w:rFonts w:ascii="Poppins" w:hAnsi="Poppins" w:cs="Poppins"/>
              </w:rPr>
              <w:t xml:space="preserve"> dB(A)</w:t>
            </w:r>
          </w:p>
          <w:p w14:paraId="7B9021B1" w14:textId="2DE0EEE1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C1DD9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EC1DD9">
              <w:rPr>
                <w:rFonts w:ascii="Poppins" w:hAnsi="Poppins" w:cs="Poppins"/>
              </w:rPr>
              <w:t>med</w:t>
            </w:r>
            <w:proofErr w:type="spellEnd"/>
            <w:r w:rsidRPr="00EC1DD9">
              <w:rPr>
                <w:rFonts w:ascii="Poppins" w:hAnsi="Poppins" w:cs="Poppins"/>
              </w:rPr>
              <w:t xml:space="preserve"> (min- max) 51 (40- 55) dB(A) - valori riferiti a fattore di direzionalità pari a 2 in campo chiuso, costante d’ambiente 300 m2 e distanza pari a 5 m</w:t>
            </w:r>
          </w:p>
          <w:p w14:paraId="63697EB5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EC1DD9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EC1DD9">
              <w:rPr>
                <w:rFonts w:ascii="Poppins" w:hAnsi="Poppins" w:cs="Poppins"/>
                <w:color w:val="000000"/>
              </w:rPr>
              <w:t>) 1208x605x275 mm</w:t>
            </w:r>
          </w:p>
          <w:p w14:paraId="612EC5E3" w14:textId="77777777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t>Peso 51 kg</w:t>
            </w:r>
          </w:p>
          <w:p w14:paraId="5A6A7107" w14:textId="06118883" w:rsidR="00387424" w:rsidRPr="00EC1DD9" w:rsidRDefault="00387424" w:rsidP="001A1D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C1DD9">
              <w:rPr>
                <w:rFonts w:ascii="Poppins" w:hAnsi="Poppins" w:cs="Poppins"/>
                <w:color w:val="000000"/>
              </w:rPr>
              <w:lastRenderedPageBreak/>
              <w:t xml:space="preserve">Attacchi ingresso e uscita acqua: </w:t>
            </w:r>
            <w:r w:rsidR="00A52DFF" w:rsidRPr="00EC1DD9">
              <w:rPr>
                <w:rFonts w:ascii="Poppins" w:hAnsi="Poppins" w:cs="Poppins"/>
                <w:color w:val="000000"/>
              </w:rPr>
              <w:t>3/4</w:t>
            </w:r>
            <w:r w:rsidRPr="00EC1DD9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407EF20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1180A99" w14:textId="1952F1A1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EC-AP 12-09 o equivalente</w:t>
            </w:r>
            <w:r w:rsidR="00EC1DD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753788C6" w14:textId="77777777" w:rsidTr="00387424">
        <w:tc>
          <w:tcPr>
            <w:tcW w:w="1373" w:type="dxa"/>
          </w:tcPr>
          <w:p w14:paraId="3D34E8DD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07610050</w:t>
            </w:r>
          </w:p>
        </w:tc>
        <w:tc>
          <w:tcPr>
            <w:tcW w:w="2563" w:type="dxa"/>
          </w:tcPr>
          <w:p w14:paraId="31D64B37" w14:textId="327EB228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EC-AP 12-12</w:t>
            </w:r>
          </w:p>
        </w:tc>
        <w:tc>
          <w:tcPr>
            <w:tcW w:w="5562" w:type="dxa"/>
          </w:tcPr>
          <w:p w14:paraId="05104A2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posteriore.</w:t>
            </w:r>
          </w:p>
          <w:p w14:paraId="5CF9BDD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73F3DA3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6D080B6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68AB80D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167B422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11A6926A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E4BACB9" w14:textId="56CF874F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25330F">
              <w:rPr>
                <w:rFonts w:ascii="Poppins" w:hAnsi="Poppins" w:cs="Poppins"/>
                <w:b/>
              </w:rPr>
              <w:t>:</w:t>
            </w:r>
          </w:p>
          <w:p w14:paraId="782E023B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25330F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5330F">
              <w:rPr>
                <w:rFonts w:ascii="Poppins" w:hAnsi="Poppins" w:cs="Poppins"/>
                <w:color w:val="000000"/>
              </w:rPr>
              <w:t xml:space="preserve"> (min- max) 10,56 (7,90- 11,37) kW</w:t>
            </w:r>
          </w:p>
          <w:p w14:paraId="18188726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Portata d’acqua max velocità 1955 l/h</w:t>
            </w:r>
          </w:p>
          <w:p w14:paraId="6DC23408" w14:textId="11432733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5330F">
              <w:rPr>
                <w:rFonts w:ascii="Poppins" w:hAnsi="Poppins" w:cs="Poppins"/>
                <w:color w:val="000000"/>
              </w:rPr>
              <w:t xml:space="preserve">Perdita di carico max velocità 21,5 </w:t>
            </w:r>
            <w:proofErr w:type="spellStart"/>
            <w:r w:rsidRPr="0025330F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25330F" w:rsidRPr="0025330F">
              <w:rPr>
                <w:rFonts w:ascii="Poppins" w:hAnsi="Poppins" w:cs="Poppins"/>
                <w:color w:val="000000"/>
              </w:rPr>
              <w:t xml:space="preserve"> </w:t>
            </w:r>
            <w:r w:rsidRPr="0025330F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25330F">
              <w:rPr>
                <w:rFonts w:ascii="Poppins" w:hAnsi="Poppins" w:cs="Poppins"/>
              </w:rPr>
              <w:t>b.s</w:t>
            </w:r>
            <w:proofErr w:type="spellEnd"/>
            <w:r w:rsidRPr="0025330F">
              <w:rPr>
                <w:rFonts w:ascii="Poppins" w:hAnsi="Poppins" w:cs="Poppins"/>
              </w:rPr>
              <w:t xml:space="preserve">./19 °C </w:t>
            </w:r>
            <w:proofErr w:type="spellStart"/>
            <w:r w:rsidRPr="0025330F">
              <w:rPr>
                <w:rFonts w:ascii="Poppins" w:hAnsi="Poppins" w:cs="Poppins"/>
              </w:rPr>
              <w:t>b.u.</w:t>
            </w:r>
            <w:proofErr w:type="spellEnd"/>
            <w:r w:rsidRPr="0025330F">
              <w:rPr>
                <w:rFonts w:ascii="Poppins" w:hAnsi="Poppins" w:cs="Poppins"/>
              </w:rPr>
              <w:t>)</w:t>
            </w:r>
          </w:p>
          <w:p w14:paraId="4E52F94A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lastRenderedPageBreak/>
              <w:t xml:space="preserve">Potenza termica </w:t>
            </w:r>
            <w:proofErr w:type="spellStart"/>
            <w:r w:rsidRPr="0025330F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5330F">
              <w:rPr>
                <w:rFonts w:ascii="Poppins" w:hAnsi="Poppins" w:cs="Poppins"/>
                <w:color w:val="000000"/>
              </w:rPr>
              <w:t xml:space="preserve"> (min- max) 11,95 (8,78- 12,93) kW</w:t>
            </w:r>
          </w:p>
          <w:p w14:paraId="6032602D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Portata d’acqua max velocità 2223 l/h</w:t>
            </w:r>
          </w:p>
          <w:p w14:paraId="342C6438" w14:textId="698A4BDE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5330F">
              <w:rPr>
                <w:rFonts w:ascii="Poppins" w:hAnsi="Poppins" w:cs="Poppins"/>
                <w:color w:val="000000"/>
              </w:rPr>
              <w:t xml:space="preserve">Perdita di carico max velocità 24,1 </w:t>
            </w:r>
            <w:proofErr w:type="spellStart"/>
            <w:r w:rsidRPr="0025330F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25330F" w:rsidRPr="0025330F">
              <w:rPr>
                <w:rFonts w:ascii="Poppins" w:hAnsi="Poppins" w:cs="Poppins"/>
                <w:color w:val="000000"/>
              </w:rPr>
              <w:t xml:space="preserve"> </w:t>
            </w:r>
            <w:r w:rsidRPr="0025330F">
              <w:rPr>
                <w:rFonts w:ascii="Poppins" w:hAnsi="Poppins" w:cs="Poppins"/>
              </w:rPr>
              <w:t>(temperatura acqua 45/40 °C; temperatura aria 20 °C)</w:t>
            </w:r>
          </w:p>
          <w:p w14:paraId="260D9136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25330F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5330F">
              <w:rPr>
                <w:rFonts w:ascii="Poppins" w:hAnsi="Poppins" w:cs="Poppins"/>
                <w:color w:val="000000"/>
              </w:rPr>
              <w:t xml:space="preserve"> (min- max) 1668 (1044- 1878) m3/h</w:t>
            </w:r>
          </w:p>
          <w:p w14:paraId="7188886D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1DE6A633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25330F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3482BBE2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25330F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25330F">
              <w:rPr>
                <w:rFonts w:ascii="Poppins" w:hAnsi="Poppins" w:cs="Poppins"/>
                <w:color w:val="000000"/>
              </w:rPr>
              <w:t>/Hz</w:t>
            </w:r>
          </w:p>
          <w:p w14:paraId="166EA046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2D0768BC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1049BCD5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5330F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25330F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25330F">
              <w:rPr>
                <w:rFonts w:ascii="Poppins" w:hAnsi="Poppins" w:cs="Poppins"/>
                <w:color w:val="000000"/>
              </w:rPr>
              <w:t xml:space="preserve"> (min- max) 69 (58- 73)</w:t>
            </w:r>
            <w:r w:rsidRPr="0025330F">
              <w:rPr>
                <w:rFonts w:ascii="Poppins" w:hAnsi="Poppins" w:cs="Poppins"/>
              </w:rPr>
              <w:t xml:space="preserve"> dB(A)</w:t>
            </w:r>
          </w:p>
          <w:p w14:paraId="77DDE442" w14:textId="48A842C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5330F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25330F">
              <w:rPr>
                <w:rFonts w:ascii="Poppins" w:hAnsi="Poppins" w:cs="Poppins"/>
              </w:rPr>
              <w:t>med</w:t>
            </w:r>
            <w:proofErr w:type="spellEnd"/>
            <w:r w:rsidRPr="0025330F">
              <w:rPr>
                <w:rFonts w:ascii="Poppins" w:hAnsi="Poppins" w:cs="Poppins"/>
              </w:rPr>
              <w:t xml:space="preserve"> (min- max) 52 (41- 56) dB(A) - valori riferiti a fattore di direzionalità pari a 2 in campo chiuso, costante d’ambiente 300 m2 e distanza pari a 5 m</w:t>
            </w:r>
          </w:p>
          <w:p w14:paraId="168AB09D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25330F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25330F">
              <w:rPr>
                <w:rFonts w:ascii="Poppins" w:hAnsi="Poppins" w:cs="Poppins"/>
                <w:color w:val="000000"/>
              </w:rPr>
              <w:t>) 1208x605x275 mm</w:t>
            </w:r>
          </w:p>
          <w:p w14:paraId="61A63B98" w14:textId="77777777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>Peso 53 kg</w:t>
            </w:r>
          </w:p>
          <w:p w14:paraId="414917C7" w14:textId="2A9D1AF3" w:rsidR="00387424" w:rsidRPr="0025330F" w:rsidRDefault="00387424" w:rsidP="001A1DA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5330F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25330F">
              <w:rPr>
                <w:rFonts w:ascii="Poppins" w:hAnsi="Poppins" w:cs="Poppins"/>
                <w:color w:val="000000"/>
              </w:rPr>
              <w:t>3/4</w:t>
            </w:r>
            <w:r w:rsidRPr="0025330F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2C21F3C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D92D664" w14:textId="428B0657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EC-AP 12-12 o equivalente</w:t>
            </w:r>
            <w:r w:rsidR="0025330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FE7E811" w14:textId="77777777" w:rsidTr="00387424">
        <w:tc>
          <w:tcPr>
            <w:tcW w:w="1373" w:type="dxa"/>
          </w:tcPr>
          <w:p w14:paraId="6E871AF3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07610060</w:t>
            </w:r>
          </w:p>
        </w:tc>
        <w:tc>
          <w:tcPr>
            <w:tcW w:w="2563" w:type="dxa"/>
          </w:tcPr>
          <w:p w14:paraId="5021C267" w14:textId="39436F8E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EC-AP 12-14</w:t>
            </w:r>
          </w:p>
        </w:tc>
        <w:tc>
          <w:tcPr>
            <w:tcW w:w="5562" w:type="dxa"/>
          </w:tcPr>
          <w:p w14:paraId="3A2BD97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posteriore.</w:t>
            </w:r>
          </w:p>
          <w:p w14:paraId="3F41665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4B01055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Motore a magneti permanenti ad alta efficienza, brushless, a regolazione di velocità e potenza mediante dispositivo elettronico PWM, con riduzione della rumorosità e dei consumi elettrici, con </w:t>
            </w:r>
            <w:r w:rsidRPr="00387424">
              <w:rPr>
                <w:rFonts w:ascii="Poppins" w:hAnsi="Poppins" w:cs="Poppins"/>
                <w:sz w:val="20"/>
              </w:rPr>
              <w:lastRenderedPageBreak/>
              <w:t>accoppiamento al/i gruppo/i ventilante/i con ventilatore centrifugo a doppia aspirazione, a pale curve avanti, in plastica, di ultima generazione.</w:t>
            </w:r>
          </w:p>
          <w:p w14:paraId="013657E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1CD74AC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0A5D8D6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4206F2E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FA1BD36" w14:textId="52B49DBB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CF010E">
              <w:rPr>
                <w:rFonts w:ascii="Poppins" w:hAnsi="Poppins" w:cs="Poppins"/>
                <w:b/>
              </w:rPr>
              <w:t>:</w:t>
            </w:r>
          </w:p>
          <w:p w14:paraId="1AE47345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CF010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CF010E">
              <w:rPr>
                <w:rFonts w:ascii="Poppins" w:hAnsi="Poppins" w:cs="Poppins"/>
                <w:color w:val="000000"/>
              </w:rPr>
              <w:t xml:space="preserve"> (min- max) 12,34 (9,25- 13,21) kW</w:t>
            </w:r>
          </w:p>
          <w:p w14:paraId="4926EFD0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Portata d’acqua max velocità 2272 l/h</w:t>
            </w:r>
          </w:p>
          <w:p w14:paraId="02D6CDD8" w14:textId="1FE77F70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F010E">
              <w:rPr>
                <w:rFonts w:ascii="Poppins" w:hAnsi="Poppins" w:cs="Poppins"/>
                <w:color w:val="000000"/>
              </w:rPr>
              <w:t xml:space="preserve">Perdita di carico max velocità 16,9 </w:t>
            </w:r>
            <w:proofErr w:type="spellStart"/>
            <w:r w:rsidRPr="00CF010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CF010E" w:rsidRPr="00CF010E">
              <w:rPr>
                <w:rFonts w:ascii="Poppins" w:hAnsi="Poppins" w:cs="Poppins"/>
                <w:color w:val="000000"/>
              </w:rPr>
              <w:t xml:space="preserve"> </w:t>
            </w:r>
            <w:r w:rsidRPr="00CF010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CF010E">
              <w:rPr>
                <w:rFonts w:ascii="Poppins" w:hAnsi="Poppins" w:cs="Poppins"/>
              </w:rPr>
              <w:t>b.s</w:t>
            </w:r>
            <w:proofErr w:type="spellEnd"/>
            <w:r w:rsidRPr="00CF010E">
              <w:rPr>
                <w:rFonts w:ascii="Poppins" w:hAnsi="Poppins" w:cs="Poppins"/>
              </w:rPr>
              <w:t xml:space="preserve">./19 °C </w:t>
            </w:r>
            <w:proofErr w:type="spellStart"/>
            <w:r w:rsidRPr="00CF010E">
              <w:rPr>
                <w:rFonts w:ascii="Poppins" w:hAnsi="Poppins" w:cs="Poppins"/>
              </w:rPr>
              <w:t>b.u.</w:t>
            </w:r>
            <w:proofErr w:type="spellEnd"/>
            <w:r w:rsidRPr="00CF010E">
              <w:rPr>
                <w:rFonts w:ascii="Poppins" w:hAnsi="Poppins" w:cs="Poppins"/>
              </w:rPr>
              <w:t>)</w:t>
            </w:r>
          </w:p>
          <w:p w14:paraId="05A37D50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CF010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CF010E">
              <w:rPr>
                <w:rFonts w:ascii="Poppins" w:hAnsi="Poppins" w:cs="Poppins"/>
                <w:color w:val="000000"/>
              </w:rPr>
              <w:t xml:space="preserve"> (min- max) 12,60 (9,28- 13,54) kW</w:t>
            </w:r>
          </w:p>
          <w:p w14:paraId="6C0B0F20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Portata d’acqua max velocità 2329 l/h</w:t>
            </w:r>
          </w:p>
          <w:p w14:paraId="3F9319DC" w14:textId="78D9796B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F010E">
              <w:rPr>
                <w:rFonts w:ascii="Poppins" w:hAnsi="Poppins" w:cs="Poppins"/>
                <w:color w:val="000000"/>
              </w:rPr>
              <w:t xml:space="preserve">Perdita di carico max velocità 15,4 </w:t>
            </w:r>
            <w:proofErr w:type="spellStart"/>
            <w:r w:rsidRPr="00CF010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CF010E" w:rsidRPr="00CF010E">
              <w:rPr>
                <w:rFonts w:ascii="Poppins" w:hAnsi="Poppins" w:cs="Poppins"/>
                <w:color w:val="000000"/>
              </w:rPr>
              <w:t xml:space="preserve"> </w:t>
            </w:r>
            <w:r w:rsidRPr="00CF010E">
              <w:rPr>
                <w:rFonts w:ascii="Poppins" w:hAnsi="Poppins" w:cs="Poppins"/>
              </w:rPr>
              <w:t>(temperatura acqua 45/40 °C; temperatura aria 20 °C)</w:t>
            </w:r>
          </w:p>
          <w:p w14:paraId="0953DA2D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CF010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CF010E">
              <w:rPr>
                <w:rFonts w:ascii="Poppins" w:hAnsi="Poppins" w:cs="Poppins"/>
                <w:color w:val="000000"/>
              </w:rPr>
              <w:t xml:space="preserve"> (min- max) 1579 (992- 1761) m3/h</w:t>
            </w:r>
          </w:p>
          <w:p w14:paraId="70E5AE3C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365A3559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CF010E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3DBD736B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CF010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CF010E">
              <w:rPr>
                <w:rFonts w:ascii="Poppins" w:hAnsi="Poppins" w:cs="Poppins"/>
                <w:color w:val="000000"/>
              </w:rPr>
              <w:t>/Hz</w:t>
            </w:r>
          </w:p>
          <w:p w14:paraId="2801B2C7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64344D24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4580378B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F010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CF010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CF010E">
              <w:rPr>
                <w:rFonts w:ascii="Poppins" w:hAnsi="Poppins" w:cs="Poppins"/>
                <w:color w:val="000000"/>
              </w:rPr>
              <w:t xml:space="preserve"> (min- max) 69 (58- 73)</w:t>
            </w:r>
            <w:r w:rsidRPr="00CF010E">
              <w:rPr>
                <w:rFonts w:ascii="Poppins" w:hAnsi="Poppins" w:cs="Poppins"/>
              </w:rPr>
              <w:t xml:space="preserve"> dB(A)</w:t>
            </w:r>
          </w:p>
          <w:p w14:paraId="62DFA4B0" w14:textId="4783D77B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F010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CF010E">
              <w:rPr>
                <w:rFonts w:ascii="Poppins" w:hAnsi="Poppins" w:cs="Poppins"/>
              </w:rPr>
              <w:t>med</w:t>
            </w:r>
            <w:proofErr w:type="spellEnd"/>
            <w:r w:rsidRPr="00CF010E">
              <w:rPr>
                <w:rFonts w:ascii="Poppins" w:hAnsi="Poppins" w:cs="Poppins"/>
              </w:rPr>
              <w:t xml:space="preserve"> (min- max) 52 (41- 56) dB(A) - valori riferiti a fattore di direzionalità pari a 2 in campo chiuso, costante d’ambiente 300 m2 e distanza pari a 5 m</w:t>
            </w:r>
          </w:p>
          <w:p w14:paraId="38BDE1EF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CF010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CF010E">
              <w:rPr>
                <w:rFonts w:ascii="Poppins" w:hAnsi="Poppins" w:cs="Poppins"/>
                <w:color w:val="000000"/>
              </w:rPr>
              <w:t>) 1208x605x275 mm</w:t>
            </w:r>
          </w:p>
          <w:p w14:paraId="67915A2D" w14:textId="77777777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lastRenderedPageBreak/>
              <w:t>Peso 56 kg</w:t>
            </w:r>
          </w:p>
          <w:p w14:paraId="4E3D4DB5" w14:textId="0739E3B0" w:rsidR="00387424" w:rsidRPr="00CF010E" w:rsidRDefault="00387424" w:rsidP="001A1DA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F010E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CF010E">
              <w:rPr>
                <w:rFonts w:ascii="Poppins" w:hAnsi="Poppins" w:cs="Poppins"/>
                <w:color w:val="000000"/>
              </w:rPr>
              <w:t>3/4</w:t>
            </w:r>
            <w:r w:rsidRPr="00CF010E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20DAFF0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C76AD6D" w14:textId="7A2C58A9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EC-AP 12-14 o equivalente</w:t>
            </w:r>
            <w:r w:rsidR="00CF010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E70AFE3" w14:textId="77777777" w:rsidTr="00387424">
        <w:tc>
          <w:tcPr>
            <w:tcW w:w="1373" w:type="dxa"/>
          </w:tcPr>
          <w:p w14:paraId="3EBEBA3B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07610070</w:t>
            </w:r>
          </w:p>
        </w:tc>
        <w:tc>
          <w:tcPr>
            <w:tcW w:w="2563" w:type="dxa"/>
          </w:tcPr>
          <w:p w14:paraId="35FB2C0C" w14:textId="17F223E7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EC-AP 16-13</w:t>
            </w:r>
          </w:p>
        </w:tc>
        <w:tc>
          <w:tcPr>
            <w:tcW w:w="5562" w:type="dxa"/>
          </w:tcPr>
          <w:p w14:paraId="7FD58E3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posteriore.</w:t>
            </w:r>
          </w:p>
          <w:p w14:paraId="3EBCD2B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6CED1D2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5F85785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1E6609D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4B94DA2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2881912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DA9C170" w14:textId="0672C3E6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4860F0">
              <w:rPr>
                <w:rFonts w:ascii="Poppins" w:hAnsi="Poppins" w:cs="Poppins"/>
                <w:b/>
              </w:rPr>
              <w:t>:</w:t>
            </w:r>
          </w:p>
          <w:p w14:paraId="446E915F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4860F0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860F0">
              <w:rPr>
                <w:rFonts w:ascii="Poppins" w:hAnsi="Poppins" w:cs="Poppins"/>
                <w:color w:val="000000"/>
              </w:rPr>
              <w:t xml:space="preserve"> (min- max) 11,32 (9,40- 12,09) kW</w:t>
            </w:r>
          </w:p>
          <w:p w14:paraId="60CBBF61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Portata d’acqua max velocità 2080 l/h</w:t>
            </w:r>
          </w:p>
          <w:p w14:paraId="729C7454" w14:textId="656608FD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860F0">
              <w:rPr>
                <w:rFonts w:ascii="Poppins" w:hAnsi="Poppins" w:cs="Poppins"/>
                <w:color w:val="000000"/>
              </w:rPr>
              <w:lastRenderedPageBreak/>
              <w:t xml:space="preserve">Perdita di carico max velocità 11,0 </w:t>
            </w:r>
            <w:proofErr w:type="spellStart"/>
            <w:r w:rsidRPr="004860F0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860F0" w:rsidRPr="004860F0">
              <w:rPr>
                <w:rFonts w:ascii="Poppins" w:hAnsi="Poppins" w:cs="Poppins"/>
                <w:color w:val="000000"/>
              </w:rPr>
              <w:t xml:space="preserve"> </w:t>
            </w:r>
            <w:r w:rsidRPr="004860F0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4860F0">
              <w:rPr>
                <w:rFonts w:ascii="Poppins" w:hAnsi="Poppins" w:cs="Poppins"/>
              </w:rPr>
              <w:t>b.s</w:t>
            </w:r>
            <w:proofErr w:type="spellEnd"/>
            <w:r w:rsidRPr="004860F0">
              <w:rPr>
                <w:rFonts w:ascii="Poppins" w:hAnsi="Poppins" w:cs="Poppins"/>
              </w:rPr>
              <w:t xml:space="preserve">./19 °C </w:t>
            </w:r>
            <w:proofErr w:type="spellStart"/>
            <w:r w:rsidRPr="004860F0">
              <w:rPr>
                <w:rFonts w:ascii="Poppins" w:hAnsi="Poppins" w:cs="Poppins"/>
              </w:rPr>
              <w:t>b.u.</w:t>
            </w:r>
            <w:proofErr w:type="spellEnd"/>
            <w:r w:rsidRPr="004860F0">
              <w:rPr>
                <w:rFonts w:ascii="Poppins" w:hAnsi="Poppins" w:cs="Poppins"/>
              </w:rPr>
              <w:t>)</w:t>
            </w:r>
          </w:p>
          <w:p w14:paraId="7727C19C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4860F0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860F0">
              <w:rPr>
                <w:rFonts w:ascii="Poppins" w:hAnsi="Poppins" w:cs="Poppins"/>
                <w:color w:val="000000"/>
              </w:rPr>
              <w:t xml:space="preserve"> (min- max) 13,43 (11,03- 14,40) kW</w:t>
            </w:r>
          </w:p>
          <w:p w14:paraId="4B3B6AB1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Portata d’acqua max velocità 2477 l/h</w:t>
            </w:r>
          </w:p>
          <w:p w14:paraId="5731BD9C" w14:textId="0F94141E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860F0">
              <w:rPr>
                <w:rFonts w:ascii="Poppins" w:hAnsi="Poppins" w:cs="Poppins"/>
                <w:color w:val="000000"/>
              </w:rPr>
              <w:t xml:space="preserve">Perdita di carico max velocità 13,6 </w:t>
            </w:r>
            <w:proofErr w:type="spellStart"/>
            <w:r w:rsidRPr="004860F0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860F0" w:rsidRPr="004860F0">
              <w:rPr>
                <w:rFonts w:ascii="Poppins" w:hAnsi="Poppins" w:cs="Poppins"/>
                <w:color w:val="000000"/>
              </w:rPr>
              <w:t xml:space="preserve"> </w:t>
            </w:r>
            <w:r w:rsidRPr="004860F0">
              <w:rPr>
                <w:rFonts w:ascii="Poppins" w:hAnsi="Poppins" w:cs="Poppins"/>
              </w:rPr>
              <w:t>(temperatura acqua 45/40 °C; temperatura aria 20 °C)</w:t>
            </w:r>
          </w:p>
          <w:p w14:paraId="2A43E6F6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4860F0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860F0">
              <w:rPr>
                <w:rFonts w:ascii="Poppins" w:hAnsi="Poppins" w:cs="Poppins"/>
                <w:color w:val="000000"/>
              </w:rPr>
              <w:t xml:space="preserve"> (min- max) 2163 (1604- 2406) m3/h</w:t>
            </w:r>
          </w:p>
          <w:p w14:paraId="0A002451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427DECB3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860F0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73EE6E7C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4860F0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4860F0">
              <w:rPr>
                <w:rFonts w:ascii="Poppins" w:hAnsi="Poppins" w:cs="Poppins"/>
                <w:color w:val="000000"/>
              </w:rPr>
              <w:t>/Hz</w:t>
            </w:r>
          </w:p>
          <w:p w14:paraId="1D1174A0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41B3CF0E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2A1B1704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860F0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4860F0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860F0">
              <w:rPr>
                <w:rFonts w:ascii="Poppins" w:hAnsi="Poppins" w:cs="Poppins"/>
                <w:color w:val="000000"/>
              </w:rPr>
              <w:t xml:space="preserve"> (min- max) 72 (67- 73)</w:t>
            </w:r>
            <w:r w:rsidRPr="004860F0">
              <w:rPr>
                <w:rFonts w:ascii="Poppins" w:hAnsi="Poppins" w:cs="Poppins"/>
              </w:rPr>
              <w:t xml:space="preserve"> dB(A)</w:t>
            </w:r>
          </w:p>
          <w:p w14:paraId="6C4EC081" w14:textId="4B0FC815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860F0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4860F0">
              <w:rPr>
                <w:rFonts w:ascii="Poppins" w:hAnsi="Poppins" w:cs="Poppins"/>
              </w:rPr>
              <w:t>med</w:t>
            </w:r>
            <w:proofErr w:type="spellEnd"/>
            <w:r w:rsidRPr="004860F0">
              <w:rPr>
                <w:rFonts w:ascii="Poppins" w:hAnsi="Poppins" w:cs="Poppins"/>
              </w:rPr>
              <w:t xml:space="preserve"> (min- max) 55 (50- 56) dB(A) - valori riferiti a fattore di direzionalità pari a 2 in campo chiuso, costante d’ambiente 300 m2 e distanza pari a 5 m</w:t>
            </w:r>
          </w:p>
          <w:p w14:paraId="243BFCB7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4860F0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4860F0">
              <w:rPr>
                <w:rFonts w:ascii="Poppins" w:hAnsi="Poppins" w:cs="Poppins"/>
                <w:color w:val="000000"/>
              </w:rPr>
              <w:t>) 1608x605x275 mm</w:t>
            </w:r>
          </w:p>
          <w:p w14:paraId="2C5AC908" w14:textId="77777777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>Peso 67 kg</w:t>
            </w:r>
          </w:p>
          <w:p w14:paraId="31DEF580" w14:textId="563AC211" w:rsidR="00387424" w:rsidRPr="004860F0" w:rsidRDefault="00387424" w:rsidP="001A1DA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860F0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4860F0">
              <w:rPr>
                <w:rFonts w:ascii="Poppins" w:hAnsi="Poppins" w:cs="Poppins"/>
                <w:color w:val="000000"/>
              </w:rPr>
              <w:t>3/4</w:t>
            </w:r>
            <w:r w:rsidRPr="004860F0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517CEED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0E28E0F" w14:textId="7B1BCD6C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EC-AP 16-13 o equivalente</w:t>
            </w:r>
            <w:r w:rsidR="004860F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23D3A0B9" w14:textId="77777777" w:rsidTr="00387424">
        <w:tc>
          <w:tcPr>
            <w:tcW w:w="1373" w:type="dxa"/>
          </w:tcPr>
          <w:p w14:paraId="54187A85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07610080</w:t>
            </w:r>
          </w:p>
        </w:tc>
        <w:tc>
          <w:tcPr>
            <w:tcW w:w="2563" w:type="dxa"/>
          </w:tcPr>
          <w:p w14:paraId="4A211F1A" w14:textId="2E836529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EC-AP 16-17</w:t>
            </w:r>
          </w:p>
        </w:tc>
        <w:tc>
          <w:tcPr>
            <w:tcW w:w="5562" w:type="dxa"/>
          </w:tcPr>
          <w:p w14:paraId="73B2F9A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posteriore.</w:t>
            </w:r>
          </w:p>
          <w:p w14:paraId="3420EB1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6DE6ABD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455B279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550A35E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03C2B04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5EF1EAC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1C8198E" w14:textId="5BEBF13E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FC1E81">
              <w:rPr>
                <w:rFonts w:ascii="Poppins" w:hAnsi="Poppins" w:cs="Poppins"/>
                <w:b/>
              </w:rPr>
              <w:t>:</w:t>
            </w:r>
          </w:p>
          <w:p w14:paraId="74890079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FC1E81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FC1E81">
              <w:rPr>
                <w:rFonts w:ascii="Poppins" w:hAnsi="Poppins" w:cs="Poppins"/>
                <w:color w:val="000000"/>
              </w:rPr>
              <w:t xml:space="preserve"> (min- max) 14,93 (12,53- 15,98) kW</w:t>
            </w:r>
          </w:p>
          <w:p w14:paraId="46E42263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Portata d’acqua max velocità 2749 l/h</w:t>
            </w:r>
          </w:p>
          <w:p w14:paraId="040B39E9" w14:textId="34EFB79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C1E81">
              <w:rPr>
                <w:rFonts w:ascii="Poppins" w:hAnsi="Poppins" w:cs="Poppins"/>
                <w:color w:val="000000"/>
              </w:rPr>
              <w:t xml:space="preserve">Perdita di carico max velocità 16,9 </w:t>
            </w:r>
            <w:proofErr w:type="spellStart"/>
            <w:r w:rsidRPr="00FC1E81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FC1E81" w:rsidRPr="00FC1E81">
              <w:rPr>
                <w:rFonts w:ascii="Poppins" w:hAnsi="Poppins" w:cs="Poppins"/>
                <w:color w:val="000000"/>
              </w:rPr>
              <w:t xml:space="preserve"> </w:t>
            </w:r>
            <w:r w:rsidRPr="00FC1E81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FC1E81">
              <w:rPr>
                <w:rFonts w:ascii="Poppins" w:hAnsi="Poppins" w:cs="Poppins"/>
              </w:rPr>
              <w:t>b.s</w:t>
            </w:r>
            <w:proofErr w:type="spellEnd"/>
            <w:r w:rsidRPr="00FC1E81">
              <w:rPr>
                <w:rFonts w:ascii="Poppins" w:hAnsi="Poppins" w:cs="Poppins"/>
              </w:rPr>
              <w:t xml:space="preserve">./19 °C </w:t>
            </w:r>
            <w:proofErr w:type="spellStart"/>
            <w:r w:rsidRPr="00FC1E81">
              <w:rPr>
                <w:rFonts w:ascii="Poppins" w:hAnsi="Poppins" w:cs="Poppins"/>
              </w:rPr>
              <w:t>b.u.</w:t>
            </w:r>
            <w:proofErr w:type="spellEnd"/>
            <w:r w:rsidRPr="00FC1E81">
              <w:rPr>
                <w:rFonts w:ascii="Poppins" w:hAnsi="Poppins" w:cs="Poppins"/>
              </w:rPr>
              <w:t>)</w:t>
            </w:r>
          </w:p>
          <w:p w14:paraId="3DB94555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FC1E81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FC1E81">
              <w:rPr>
                <w:rFonts w:ascii="Poppins" w:hAnsi="Poppins" w:cs="Poppins"/>
                <w:color w:val="000000"/>
              </w:rPr>
              <w:t xml:space="preserve"> (min- max) 17,32 (14,38- 18,63) kW</w:t>
            </w:r>
          </w:p>
          <w:p w14:paraId="07A5B5BC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Portata d’acqua max velocità 3204 l/h</w:t>
            </w:r>
          </w:p>
          <w:p w14:paraId="6B6F6DE5" w14:textId="67073F41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C1E81">
              <w:rPr>
                <w:rFonts w:ascii="Poppins" w:hAnsi="Poppins" w:cs="Poppins"/>
                <w:color w:val="000000"/>
              </w:rPr>
              <w:t xml:space="preserve">Perdita di carico max velocità 20,0 </w:t>
            </w:r>
            <w:proofErr w:type="spellStart"/>
            <w:r w:rsidRPr="00FC1E81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FC1E81" w:rsidRPr="00FC1E81">
              <w:rPr>
                <w:rFonts w:ascii="Poppins" w:hAnsi="Poppins" w:cs="Poppins"/>
                <w:color w:val="000000"/>
              </w:rPr>
              <w:t xml:space="preserve"> </w:t>
            </w:r>
            <w:r w:rsidRPr="00FC1E81">
              <w:rPr>
                <w:rFonts w:ascii="Poppins" w:hAnsi="Poppins" w:cs="Poppins"/>
              </w:rPr>
              <w:t>(temperatura acqua 45/40 °C; temperatura aria 20 °C)</w:t>
            </w:r>
          </w:p>
          <w:p w14:paraId="2CD7D81D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FC1E81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FC1E81">
              <w:rPr>
                <w:rFonts w:ascii="Poppins" w:hAnsi="Poppins" w:cs="Poppins"/>
                <w:color w:val="000000"/>
              </w:rPr>
              <w:t xml:space="preserve"> (min- max) 2499 (1883- 2790) m3/h</w:t>
            </w:r>
          </w:p>
          <w:p w14:paraId="6F8A95FE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32A919BA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FC1E81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1C4CB024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FC1E81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FC1E81">
              <w:rPr>
                <w:rFonts w:ascii="Poppins" w:hAnsi="Poppins" w:cs="Poppins"/>
                <w:color w:val="000000"/>
              </w:rPr>
              <w:t>/Hz</w:t>
            </w:r>
          </w:p>
          <w:p w14:paraId="450E1810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48BE067D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3D0BB9BC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C1E81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FC1E81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FC1E81">
              <w:rPr>
                <w:rFonts w:ascii="Poppins" w:hAnsi="Poppins" w:cs="Poppins"/>
                <w:color w:val="000000"/>
              </w:rPr>
              <w:t xml:space="preserve"> (min- max) 73 (68- 74)</w:t>
            </w:r>
            <w:r w:rsidRPr="00FC1E81">
              <w:rPr>
                <w:rFonts w:ascii="Poppins" w:hAnsi="Poppins" w:cs="Poppins"/>
              </w:rPr>
              <w:t xml:space="preserve"> dB(A)</w:t>
            </w:r>
          </w:p>
          <w:p w14:paraId="05E1305A" w14:textId="789024A0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C1E81">
              <w:rPr>
                <w:rFonts w:ascii="Poppins" w:hAnsi="Poppins" w:cs="Poppins"/>
              </w:rPr>
              <w:lastRenderedPageBreak/>
              <w:t xml:space="preserve">Livello di pressione sonora </w:t>
            </w:r>
            <w:proofErr w:type="spellStart"/>
            <w:r w:rsidRPr="00FC1E81">
              <w:rPr>
                <w:rFonts w:ascii="Poppins" w:hAnsi="Poppins" w:cs="Poppins"/>
              </w:rPr>
              <w:t>med</w:t>
            </w:r>
            <w:proofErr w:type="spellEnd"/>
            <w:r w:rsidRPr="00FC1E81">
              <w:rPr>
                <w:rFonts w:ascii="Poppins" w:hAnsi="Poppins" w:cs="Poppins"/>
              </w:rPr>
              <w:t xml:space="preserve"> (min- max) 56 (51- 57) dB(A) - valori riferiti a fattore di direzionalità pari a 2 in campo chiuso, costante d’ambiente 300 m2 e distanza pari a 5 m</w:t>
            </w:r>
          </w:p>
          <w:p w14:paraId="2B089203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FC1E81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FC1E81">
              <w:rPr>
                <w:rFonts w:ascii="Poppins" w:hAnsi="Poppins" w:cs="Poppins"/>
                <w:color w:val="000000"/>
              </w:rPr>
              <w:t>) 1608x605x275 mm</w:t>
            </w:r>
          </w:p>
          <w:p w14:paraId="02D6421A" w14:textId="77777777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>Peso 69 kg</w:t>
            </w:r>
          </w:p>
          <w:p w14:paraId="70B29E15" w14:textId="4973ECA2" w:rsidR="00387424" w:rsidRPr="00FC1E81" w:rsidRDefault="00387424" w:rsidP="001A1DA7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C1E81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FC1E81">
              <w:rPr>
                <w:rFonts w:ascii="Poppins" w:hAnsi="Poppins" w:cs="Poppins"/>
                <w:color w:val="000000"/>
              </w:rPr>
              <w:t>3/4</w:t>
            </w:r>
            <w:r w:rsidRPr="00FC1E81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0F67862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191DCE3" w14:textId="1EC239DD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EC-AP 16-17 o equivalente</w:t>
            </w:r>
            <w:r w:rsidR="00FC1E8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0B6F1ED2" w14:textId="77777777" w:rsidTr="00387424">
        <w:tc>
          <w:tcPr>
            <w:tcW w:w="1373" w:type="dxa"/>
          </w:tcPr>
          <w:p w14:paraId="08C98BCA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07610090</w:t>
            </w:r>
          </w:p>
        </w:tc>
        <w:tc>
          <w:tcPr>
            <w:tcW w:w="2563" w:type="dxa"/>
          </w:tcPr>
          <w:p w14:paraId="370468CD" w14:textId="206DFFC9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EC-AP 16-20</w:t>
            </w:r>
          </w:p>
        </w:tc>
        <w:tc>
          <w:tcPr>
            <w:tcW w:w="5562" w:type="dxa"/>
          </w:tcPr>
          <w:p w14:paraId="3F353E9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posteriore.</w:t>
            </w:r>
          </w:p>
          <w:p w14:paraId="78AEF09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6A507A2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2C6A943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0FC4D35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0CED079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7C48711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2282FCB" w14:textId="0FE7EAE6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0A73AC">
              <w:rPr>
                <w:rFonts w:ascii="Poppins" w:hAnsi="Poppins" w:cs="Poppins"/>
                <w:b/>
              </w:rPr>
              <w:t>:</w:t>
            </w:r>
          </w:p>
          <w:p w14:paraId="5ABE3285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lastRenderedPageBreak/>
              <w:t xml:space="preserve">Potenza frigorifera </w:t>
            </w:r>
            <w:proofErr w:type="spellStart"/>
            <w:r w:rsidRPr="000A73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A73AC">
              <w:rPr>
                <w:rFonts w:ascii="Poppins" w:hAnsi="Poppins" w:cs="Poppins"/>
                <w:color w:val="000000"/>
              </w:rPr>
              <w:t xml:space="preserve"> (min- max) 17,92 (15,24- 18,88) kW</w:t>
            </w:r>
          </w:p>
          <w:p w14:paraId="4DA505DD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Portata d’acqua max velocità 3248 l/h</w:t>
            </w:r>
          </w:p>
          <w:p w14:paraId="54BF77D2" w14:textId="5293DC39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A73AC">
              <w:rPr>
                <w:rFonts w:ascii="Poppins" w:hAnsi="Poppins" w:cs="Poppins"/>
                <w:color w:val="000000"/>
              </w:rPr>
              <w:t xml:space="preserve">Perdita di carico max velocità 13,7 </w:t>
            </w:r>
            <w:proofErr w:type="spellStart"/>
            <w:r w:rsidRPr="000A73A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0A73AC" w:rsidRPr="000A73AC">
              <w:rPr>
                <w:rFonts w:ascii="Poppins" w:hAnsi="Poppins" w:cs="Poppins"/>
                <w:color w:val="000000"/>
              </w:rPr>
              <w:t xml:space="preserve"> </w:t>
            </w:r>
            <w:r w:rsidRPr="000A73AC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0A73AC">
              <w:rPr>
                <w:rFonts w:ascii="Poppins" w:hAnsi="Poppins" w:cs="Poppins"/>
              </w:rPr>
              <w:t>b.s</w:t>
            </w:r>
            <w:proofErr w:type="spellEnd"/>
            <w:r w:rsidRPr="000A73AC">
              <w:rPr>
                <w:rFonts w:ascii="Poppins" w:hAnsi="Poppins" w:cs="Poppins"/>
              </w:rPr>
              <w:t xml:space="preserve">./19 °C </w:t>
            </w:r>
            <w:proofErr w:type="spellStart"/>
            <w:r w:rsidRPr="000A73AC">
              <w:rPr>
                <w:rFonts w:ascii="Poppins" w:hAnsi="Poppins" w:cs="Poppins"/>
              </w:rPr>
              <w:t>b.u.</w:t>
            </w:r>
            <w:proofErr w:type="spellEnd"/>
            <w:r w:rsidRPr="000A73AC">
              <w:rPr>
                <w:rFonts w:ascii="Poppins" w:hAnsi="Poppins" w:cs="Poppins"/>
              </w:rPr>
              <w:t>)</w:t>
            </w:r>
          </w:p>
          <w:p w14:paraId="50649824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0A73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A73AC">
              <w:rPr>
                <w:rFonts w:ascii="Poppins" w:hAnsi="Poppins" w:cs="Poppins"/>
                <w:color w:val="000000"/>
              </w:rPr>
              <w:t xml:space="preserve"> (min- max) 18,45 (15,54- 19,51) kW</w:t>
            </w:r>
          </w:p>
          <w:p w14:paraId="3E2D89A6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Portata d’acqua max velocità 3356 l/h</w:t>
            </w:r>
          </w:p>
          <w:p w14:paraId="396AD30D" w14:textId="0C858092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A73AC">
              <w:rPr>
                <w:rFonts w:ascii="Poppins" w:hAnsi="Poppins" w:cs="Poppins"/>
                <w:color w:val="000000"/>
              </w:rPr>
              <w:t xml:space="preserve">Perdita di carico max velocità 12,7 </w:t>
            </w:r>
            <w:proofErr w:type="spellStart"/>
            <w:r w:rsidRPr="000A73A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0A73AC" w:rsidRPr="000A73AC">
              <w:rPr>
                <w:rFonts w:ascii="Poppins" w:hAnsi="Poppins" w:cs="Poppins"/>
                <w:color w:val="000000"/>
              </w:rPr>
              <w:t xml:space="preserve"> </w:t>
            </w:r>
            <w:r w:rsidRPr="000A73AC">
              <w:rPr>
                <w:rFonts w:ascii="Poppins" w:hAnsi="Poppins" w:cs="Poppins"/>
              </w:rPr>
              <w:t>(temperatura acqua 45/40 °C; temperatura aria 20 °C)</w:t>
            </w:r>
          </w:p>
          <w:p w14:paraId="522F78F5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0A73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A73AC">
              <w:rPr>
                <w:rFonts w:ascii="Poppins" w:hAnsi="Poppins" w:cs="Poppins"/>
                <w:color w:val="000000"/>
              </w:rPr>
              <w:t xml:space="preserve"> (min- max) 2377 (1831- 2587) m3/h</w:t>
            </w:r>
          </w:p>
          <w:p w14:paraId="024023AD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71A56110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0A73AC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70898C03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0A73AC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0A73AC">
              <w:rPr>
                <w:rFonts w:ascii="Poppins" w:hAnsi="Poppins" w:cs="Poppins"/>
                <w:color w:val="000000"/>
              </w:rPr>
              <w:t>/Hz</w:t>
            </w:r>
          </w:p>
          <w:p w14:paraId="67CD40E7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483FDAD3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54BAA29F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A73AC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0A73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A73AC">
              <w:rPr>
                <w:rFonts w:ascii="Poppins" w:hAnsi="Poppins" w:cs="Poppins"/>
                <w:color w:val="000000"/>
              </w:rPr>
              <w:t xml:space="preserve"> (min- max) 73 (68- 74)</w:t>
            </w:r>
            <w:r w:rsidRPr="000A73AC">
              <w:rPr>
                <w:rFonts w:ascii="Poppins" w:hAnsi="Poppins" w:cs="Poppins"/>
              </w:rPr>
              <w:t xml:space="preserve"> dB(A)</w:t>
            </w:r>
          </w:p>
          <w:p w14:paraId="16FDA307" w14:textId="299D6C7A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A73AC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0A73AC">
              <w:rPr>
                <w:rFonts w:ascii="Poppins" w:hAnsi="Poppins" w:cs="Poppins"/>
              </w:rPr>
              <w:t>med</w:t>
            </w:r>
            <w:proofErr w:type="spellEnd"/>
            <w:r w:rsidRPr="000A73AC">
              <w:rPr>
                <w:rFonts w:ascii="Poppins" w:hAnsi="Poppins" w:cs="Poppins"/>
              </w:rPr>
              <w:t xml:space="preserve"> (min- max) 56 (51- 57) dB(A) - valori riferiti a fattore di direzionalità pari a 2 in campo chiuso, costante d’ambiente 300 m2 e distanza pari a 5 m</w:t>
            </w:r>
          </w:p>
          <w:p w14:paraId="1B640149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0A73AC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0A73AC">
              <w:rPr>
                <w:rFonts w:ascii="Poppins" w:hAnsi="Poppins" w:cs="Poppins"/>
                <w:color w:val="000000"/>
              </w:rPr>
              <w:t>) 1608x605x275 mm</w:t>
            </w:r>
          </w:p>
          <w:p w14:paraId="66921AC5" w14:textId="77777777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>Peso 72 kg</w:t>
            </w:r>
          </w:p>
          <w:p w14:paraId="0E19DBD3" w14:textId="13F3D883" w:rsidR="00387424" w:rsidRPr="000A73AC" w:rsidRDefault="00387424" w:rsidP="001A1DA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A73AC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0A73AC">
              <w:rPr>
                <w:rFonts w:ascii="Poppins" w:hAnsi="Poppins" w:cs="Poppins"/>
                <w:color w:val="000000"/>
              </w:rPr>
              <w:t>3/4</w:t>
            </w:r>
            <w:r w:rsidRPr="000A73AC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1112E27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C873E56" w14:textId="145E2911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EC-AP 16-20 o equivalente</w:t>
            </w:r>
            <w:r w:rsidR="000A73A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5BB0BBC3" w14:textId="77777777" w:rsidTr="00387424">
        <w:tc>
          <w:tcPr>
            <w:tcW w:w="1373" w:type="dxa"/>
          </w:tcPr>
          <w:p w14:paraId="40FE0CE5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07610110</w:t>
            </w:r>
          </w:p>
        </w:tc>
        <w:tc>
          <w:tcPr>
            <w:tcW w:w="2563" w:type="dxa"/>
          </w:tcPr>
          <w:p w14:paraId="6D418647" w14:textId="468237E0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EC-AF 08-05</w:t>
            </w:r>
          </w:p>
        </w:tc>
        <w:tc>
          <w:tcPr>
            <w:tcW w:w="5562" w:type="dxa"/>
          </w:tcPr>
          <w:p w14:paraId="05C950E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frontale.</w:t>
            </w:r>
          </w:p>
          <w:p w14:paraId="1730574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</w:t>
            </w:r>
            <w:r w:rsidRPr="00387424">
              <w:rPr>
                <w:rFonts w:ascii="Poppins" w:hAnsi="Poppins" w:cs="Poppins"/>
                <w:sz w:val="20"/>
              </w:rPr>
              <w:lastRenderedPageBreak/>
              <w:t>completa, singola o centralizzata, della stessa unità terminale ad aria.</w:t>
            </w:r>
          </w:p>
          <w:p w14:paraId="348FFCB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12DF5A8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1DA13A5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4D48367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65EF7D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456767A" w14:textId="0A620C9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F07ABB">
              <w:rPr>
                <w:rFonts w:ascii="Poppins" w:hAnsi="Poppins" w:cs="Poppins"/>
                <w:b/>
              </w:rPr>
              <w:t>:</w:t>
            </w:r>
          </w:p>
          <w:p w14:paraId="640C06D3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F07AB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F07ABB">
              <w:rPr>
                <w:rFonts w:ascii="Poppins" w:hAnsi="Poppins" w:cs="Poppins"/>
                <w:color w:val="000000"/>
              </w:rPr>
              <w:t xml:space="preserve"> (min- max) 4,36 (3,14- 5,15) kW</w:t>
            </w:r>
          </w:p>
          <w:p w14:paraId="3C6ECB0F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Portata d’acqua max velocità 886 l/h</w:t>
            </w:r>
          </w:p>
          <w:p w14:paraId="5DDC2672" w14:textId="29014E48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07ABB">
              <w:rPr>
                <w:rFonts w:ascii="Poppins" w:hAnsi="Poppins" w:cs="Poppins"/>
                <w:color w:val="000000"/>
              </w:rPr>
              <w:t xml:space="preserve">Perdita di carico max velocità 20,4 </w:t>
            </w:r>
            <w:proofErr w:type="spellStart"/>
            <w:r w:rsidRPr="00F07ABB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F07ABB" w:rsidRPr="00F07ABB">
              <w:rPr>
                <w:rFonts w:ascii="Poppins" w:hAnsi="Poppins" w:cs="Poppins"/>
                <w:color w:val="000000"/>
              </w:rPr>
              <w:t xml:space="preserve"> </w:t>
            </w:r>
            <w:r w:rsidRPr="00F07ABB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F07ABB">
              <w:rPr>
                <w:rFonts w:ascii="Poppins" w:hAnsi="Poppins" w:cs="Poppins"/>
              </w:rPr>
              <w:t>b.s</w:t>
            </w:r>
            <w:proofErr w:type="spellEnd"/>
            <w:r w:rsidRPr="00F07ABB">
              <w:rPr>
                <w:rFonts w:ascii="Poppins" w:hAnsi="Poppins" w:cs="Poppins"/>
              </w:rPr>
              <w:t xml:space="preserve">./19 °C </w:t>
            </w:r>
            <w:proofErr w:type="spellStart"/>
            <w:r w:rsidRPr="00F07ABB">
              <w:rPr>
                <w:rFonts w:ascii="Poppins" w:hAnsi="Poppins" w:cs="Poppins"/>
              </w:rPr>
              <w:t>b.u.</w:t>
            </w:r>
            <w:proofErr w:type="spellEnd"/>
            <w:r w:rsidRPr="00F07ABB">
              <w:rPr>
                <w:rFonts w:ascii="Poppins" w:hAnsi="Poppins" w:cs="Poppins"/>
              </w:rPr>
              <w:t>)</w:t>
            </w:r>
          </w:p>
          <w:p w14:paraId="61BBCF03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F07AB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F07ABB">
              <w:rPr>
                <w:rFonts w:ascii="Poppins" w:hAnsi="Poppins" w:cs="Poppins"/>
                <w:color w:val="000000"/>
              </w:rPr>
              <w:t xml:space="preserve"> (min- max) 4,72 (3,34- 5,64) kW</w:t>
            </w:r>
          </w:p>
          <w:p w14:paraId="7D018518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Portata d’acqua max velocità 970 l/h</w:t>
            </w:r>
          </w:p>
          <w:p w14:paraId="69013F45" w14:textId="380C4EDA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07ABB">
              <w:rPr>
                <w:rFonts w:ascii="Poppins" w:hAnsi="Poppins" w:cs="Poppins"/>
                <w:color w:val="000000"/>
              </w:rPr>
              <w:t xml:space="preserve">Perdita di carico max velocità 21,3 </w:t>
            </w:r>
            <w:proofErr w:type="spellStart"/>
            <w:r w:rsidRPr="00F07ABB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F07ABB" w:rsidRPr="00F07ABB">
              <w:rPr>
                <w:rFonts w:ascii="Poppins" w:hAnsi="Poppins" w:cs="Poppins"/>
                <w:color w:val="000000"/>
              </w:rPr>
              <w:t xml:space="preserve"> </w:t>
            </w:r>
            <w:r w:rsidRPr="00F07ABB">
              <w:rPr>
                <w:rFonts w:ascii="Poppins" w:hAnsi="Poppins" w:cs="Poppins"/>
              </w:rPr>
              <w:t>(temperatura acqua 45/40 °C; temperatura aria 20 °C)</w:t>
            </w:r>
          </w:p>
          <w:p w14:paraId="6FE5291C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F07AB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F07ABB">
              <w:rPr>
                <w:rFonts w:ascii="Poppins" w:hAnsi="Poppins" w:cs="Poppins"/>
                <w:color w:val="000000"/>
              </w:rPr>
              <w:t xml:space="preserve"> (min- max) 656 (387- 859) m3/h</w:t>
            </w:r>
          </w:p>
          <w:p w14:paraId="4566F85B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1A52852A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7ABB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6ACB6862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F07ABB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F07ABB">
              <w:rPr>
                <w:rFonts w:ascii="Poppins" w:hAnsi="Poppins" w:cs="Poppins"/>
                <w:color w:val="000000"/>
              </w:rPr>
              <w:t>/Hz</w:t>
            </w:r>
          </w:p>
          <w:p w14:paraId="1870666C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Potenza massima assorbita 65 W</w:t>
            </w:r>
          </w:p>
          <w:p w14:paraId="2B160997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Corrente massima assorbita 0,45 A</w:t>
            </w:r>
          </w:p>
          <w:p w14:paraId="077A9CDB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07ABB">
              <w:rPr>
                <w:rFonts w:ascii="Poppins" w:hAnsi="Poppins" w:cs="Poppins"/>
              </w:rPr>
              <w:lastRenderedPageBreak/>
              <w:t xml:space="preserve">Livello di potenza sonora </w:t>
            </w:r>
            <w:proofErr w:type="spellStart"/>
            <w:r w:rsidRPr="00F07AB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F07ABB">
              <w:rPr>
                <w:rFonts w:ascii="Poppins" w:hAnsi="Poppins" w:cs="Poppins"/>
                <w:color w:val="000000"/>
              </w:rPr>
              <w:t xml:space="preserve"> (min- max) 63 (55- 69)</w:t>
            </w:r>
            <w:r w:rsidRPr="00F07ABB">
              <w:rPr>
                <w:rFonts w:ascii="Poppins" w:hAnsi="Poppins" w:cs="Poppins"/>
              </w:rPr>
              <w:t xml:space="preserve"> dB(A)</w:t>
            </w:r>
          </w:p>
          <w:p w14:paraId="05E03D7A" w14:textId="589DCD7C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07ABB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F07ABB">
              <w:rPr>
                <w:rFonts w:ascii="Poppins" w:hAnsi="Poppins" w:cs="Poppins"/>
              </w:rPr>
              <w:t>med</w:t>
            </w:r>
            <w:proofErr w:type="spellEnd"/>
            <w:r w:rsidRPr="00F07ABB">
              <w:rPr>
                <w:rFonts w:ascii="Poppins" w:hAnsi="Poppins" w:cs="Poppins"/>
              </w:rPr>
              <w:t xml:space="preserve"> (min- max) 46 (38- 52) dB(A) - valori riferiti a fattore di direzionalità pari a 2 in campo chiuso, costante d’ambiente 300 m2 e distanza pari a 5 m</w:t>
            </w:r>
          </w:p>
          <w:p w14:paraId="06A3227A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F07ABB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F07ABB">
              <w:rPr>
                <w:rFonts w:ascii="Poppins" w:hAnsi="Poppins" w:cs="Poppins"/>
                <w:color w:val="000000"/>
              </w:rPr>
              <w:t>) 808x605x275 mm</w:t>
            </w:r>
          </w:p>
          <w:p w14:paraId="3B6E5BCA" w14:textId="77777777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>Peso 36 kg</w:t>
            </w:r>
          </w:p>
          <w:p w14:paraId="13C43A70" w14:textId="336B4C9B" w:rsidR="00387424" w:rsidRPr="00F07ABB" w:rsidRDefault="00387424" w:rsidP="001A1DA7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F07ABB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F07ABB">
              <w:rPr>
                <w:rFonts w:ascii="Poppins" w:hAnsi="Poppins" w:cs="Poppins"/>
                <w:color w:val="000000"/>
              </w:rPr>
              <w:t>3/4</w:t>
            </w:r>
            <w:r w:rsidRPr="00F07ABB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6A029D4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15958CF" w14:textId="0110F3FE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EC-AF 08-05 o equivalente</w:t>
            </w:r>
            <w:r w:rsidR="00F07AB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083CDF0A" w14:textId="77777777" w:rsidTr="00387424">
        <w:tc>
          <w:tcPr>
            <w:tcW w:w="1373" w:type="dxa"/>
          </w:tcPr>
          <w:p w14:paraId="26201B6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07610120</w:t>
            </w:r>
          </w:p>
        </w:tc>
        <w:tc>
          <w:tcPr>
            <w:tcW w:w="2563" w:type="dxa"/>
          </w:tcPr>
          <w:p w14:paraId="38C740FD" w14:textId="6487165A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EC-AF 08-07</w:t>
            </w:r>
          </w:p>
        </w:tc>
        <w:tc>
          <w:tcPr>
            <w:tcW w:w="5562" w:type="dxa"/>
          </w:tcPr>
          <w:p w14:paraId="4F15013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frontale.</w:t>
            </w:r>
          </w:p>
          <w:p w14:paraId="73DBF2D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57FF2E5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73A1A78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1BA4E3C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1FC2F4F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153CF0B1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DEA6FEB" w14:textId="041786C6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EB0C4C">
              <w:rPr>
                <w:rFonts w:ascii="Poppins" w:hAnsi="Poppins" w:cs="Poppins"/>
                <w:b/>
              </w:rPr>
              <w:t>:</w:t>
            </w:r>
          </w:p>
          <w:p w14:paraId="05D47E5D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EB0C4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EB0C4C">
              <w:rPr>
                <w:rFonts w:ascii="Poppins" w:hAnsi="Poppins" w:cs="Poppins"/>
                <w:color w:val="000000"/>
              </w:rPr>
              <w:t xml:space="preserve"> (min- max) 5,78 (4,27- 6,67) kW</w:t>
            </w:r>
          </w:p>
          <w:p w14:paraId="44007028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Portata d’acqua max velocità 1148 l/h</w:t>
            </w:r>
          </w:p>
          <w:p w14:paraId="0128B76D" w14:textId="3AF0FBD4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B0C4C">
              <w:rPr>
                <w:rFonts w:ascii="Poppins" w:hAnsi="Poppins" w:cs="Poppins"/>
                <w:color w:val="000000"/>
              </w:rPr>
              <w:t xml:space="preserve">Perdita di carico max velocità 23,5 </w:t>
            </w:r>
            <w:proofErr w:type="spellStart"/>
            <w:r w:rsidRPr="00EB0C4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EB0C4C" w:rsidRPr="00EB0C4C">
              <w:rPr>
                <w:rFonts w:ascii="Poppins" w:hAnsi="Poppins" w:cs="Poppins"/>
                <w:color w:val="000000"/>
              </w:rPr>
              <w:t xml:space="preserve"> </w:t>
            </w:r>
            <w:r w:rsidRPr="00EB0C4C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EB0C4C">
              <w:rPr>
                <w:rFonts w:ascii="Poppins" w:hAnsi="Poppins" w:cs="Poppins"/>
              </w:rPr>
              <w:t>b.s</w:t>
            </w:r>
            <w:proofErr w:type="spellEnd"/>
            <w:r w:rsidRPr="00EB0C4C">
              <w:rPr>
                <w:rFonts w:ascii="Poppins" w:hAnsi="Poppins" w:cs="Poppins"/>
              </w:rPr>
              <w:t xml:space="preserve">./19 °C </w:t>
            </w:r>
            <w:proofErr w:type="spellStart"/>
            <w:r w:rsidRPr="00EB0C4C">
              <w:rPr>
                <w:rFonts w:ascii="Poppins" w:hAnsi="Poppins" w:cs="Poppins"/>
              </w:rPr>
              <w:t>b.u.</w:t>
            </w:r>
            <w:proofErr w:type="spellEnd"/>
            <w:r w:rsidRPr="00EB0C4C">
              <w:rPr>
                <w:rFonts w:ascii="Poppins" w:hAnsi="Poppins" w:cs="Poppins"/>
              </w:rPr>
              <w:t>)</w:t>
            </w:r>
          </w:p>
          <w:p w14:paraId="12117491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EB0C4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EB0C4C">
              <w:rPr>
                <w:rFonts w:ascii="Poppins" w:hAnsi="Poppins" w:cs="Poppins"/>
                <w:color w:val="000000"/>
              </w:rPr>
              <w:t xml:space="preserve"> (min- max) 6,16 (4,46- 7,17) kW</w:t>
            </w:r>
          </w:p>
          <w:p w14:paraId="42B19959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Portata d’acqua max velocità 1234 l/h</w:t>
            </w:r>
          </w:p>
          <w:p w14:paraId="76610A1B" w14:textId="138B2078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B0C4C">
              <w:rPr>
                <w:rFonts w:ascii="Poppins" w:hAnsi="Poppins" w:cs="Poppins"/>
                <w:color w:val="000000"/>
              </w:rPr>
              <w:t xml:space="preserve">Perdita di carico max velocità 23,6 </w:t>
            </w:r>
            <w:proofErr w:type="spellStart"/>
            <w:r w:rsidRPr="00EB0C4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EB0C4C" w:rsidRPr="00EB0C4C">
              <w:rPr>
                <w:rFonts w:ascii="Poppins" w:hAnsi="Poppins" w:cs="Poppins"/>
                <w:color w:val="000000"/>
              </w:rPr>
              <w:t xml:space="preserve"> </w:t>
            </w:r>
            <w:r w:rsidRPr="00EB0C4C">
              <w:rPr>
                <w:rFonts w:ascii="Poppins" w:hAnsi="Poppins" w:cs="Poppins"/>
              </w:rPr>
              <w:t>(temperatura acqua 45/40 °C; temperatura aria 20 °C)</w:t>
            </w:r>
          </w:p>
          <w:p w14:paraId="03CDB01D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EB0C4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EB0C4C">
              <w:rPr>
                <w:rFonts w:ascii="Poppins" w:hAnsi="Poppins" w:cs="Poppins"/>
                <w:color w:val="000000"/>
              </w:rPr>
              <w:t xml:space="preserve"> (min- max) 783 (480- 987) m3/h</w:t>
            </w:r>
          </w:p>
          <w:p w14:paraId="04E9F738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1EBDD90A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EB0C4C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743C2939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EB0C4C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EB0C4C">
              <w:rPr>
                <w:rFonts w:ascii="Poppins" w:hAnsi="Poppins" w:cs="Poppins"/>
                <w:color w:val="000000"/>
              </w:rPr>
              <w:t>/Hz</w:t>
            </w:r>
          </w:p>
          <w:p w14:paraId="430672AF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696A6A87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3285BDC5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B0C4C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EB0C4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EB0C4C">
              <w:rPr>
                <w:rFonts w:ascii="Poppins" w:hAnsi="Poppins" w:cs="Poppins"/>
                <w:color w:val="000000"/>
              </w:rPr>
              <w:t xml:space="preserve"> (min- max) 64 (56- 70)</w:t>
            </w:r>
            <w:r w:rsidRPr="00EB0C4C">
              <w:rPr>
                <w:rFonts w:ascii="Poppins" w:hAnsi="Poppins" w:cs="Poppins"/>
              </w:rPr>
              <w:t xml:space="preserve"> dB(A)</w:t>
            </w:r>
          </w:p>
          <w:p w14:paraId="4FCE0AA7" w14:textId="03734902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B0C4C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EB0C4C">
              <w:rPr>
                <w:rFonts w:ascii="Poppins" w:hAnsi="Poppins" w:cs="Poppins"/>
              </w:rPr>
              <w:t>med</w:t>
            </w:r>
            <w:proofErr w:type="spellEnd"/>
            <w:r w:rsidRPr="00EB0C4C">
              <w:rPr>
                <w:rFonts w:ascii="Poppins" w:hAnsi="Poppins" w:cs="Poppins"/>
              </w:rPr>
              <w:t xml:space="preserve"> (min- max) 47 (39- 53) dB(A) - valori riferiti a fattore di direzionalità pari a 2 in campo chiuso, costante d’ambiente 300 m2 e distanza pari a 5 m</w:t>
            </w:r>
          </w:p>
          <w:p w14:paraId="2E7B8B93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EB0C4C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EB0C4C">
              <w:rPr>
                <w:rFonts w:ascii="Poppins" w:hAnsi="Poppins" w:cs="Poppins"/>
                <w:color w:val="000000"/>
              </w:rPr>
              <w:t>) 808x605x275 mm</w:t>
            </w:r>
          </w:p>
          <w:p w14:paraId="54A65740" w14:textId="77777777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>Peso 37 kg</w:t>
            </w:r>
          </w:p>
          <w:p w14:paraId="0C6E0BB8" w14:textId="257A1F60" w:rsidR="00387424" w:rsidRPr="00EB0C4C" w:rsidRDefault="00387424" w:rsidP="001A1DA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B0C4C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EB0C4C">
              <w:rPr>
                <w:rFonts w:ascii="Poppins" w:hAnsi="Poppins" w:cs="Poppins"/>
                <w:color w:val="000000"/>
              </w:rPr>
              <w:t>3/4</w:t>
            </w:r>
            <w:r w:rsidRPr="00EB0C4C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74C440A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7F1F47B" w14:textId="7DCF4E5A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EC-AF 08-07 o equivalente</w:t>
            </w:r>
            <w:r w:rsidR="00EB0C4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B0DD078" w14:textId="77777777" w:rsidTr="00387424">
        <w:tc>
          <w:tcPr>
            <w:tcW w:w="1373" w:type="dxa"/>
          </w:tcPr>
          <w:p w14:paraId="224539A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07610130</w:t>
            </w:r>
          </w:p>
        </w:tc>
        <w:tc>
          <w:tcPr>
            <w:tcW w:w="2563" w:type="dxa"/>
          </w:tcPr>
          <w:p w14:paraId="54C0BBC4" w14:textId="72AD5BF1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EC-AF 08-08</w:t>
            </w:r>
          </w:p>
        </w:tc>
        <w:tc>
          <w:tcPr>
            <w:tcW w:w="5562" w:type="dxa"/>
          </w:tcPr>
          <w:p w14:paraId="00F025B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frontale.</w:t>
            </w:r>
          </w:p>
          <w:p w14:paraId="17E3E3A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</w:t>
            </w:r>
            <w:r w:rsidRPr="00387424">
              <w:rPr>
                <w:rFonts w:ascii="Poppins" w:hAnsi="Poppins" w:cs="Poppins"/>
                <w:sz w:val="20"/>
              </w:rPr>
              <w:lastRenderedPageBreak/>
              <w:t xml:space="preserve">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1CA249E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18F9F10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47A0946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76697F4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4845B3B2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50B7DEB" w14:textId="4701195C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4E08E0">
              <w:rPr>
                <w:rFonts w:ascii="Poppins" w:hAnsi="Poppins" w:cs="Poppins"/>
                <w:b/>
              </w:rPr>
              <w:t>:</w:t>
            </w:r>
          </w:p>
          <w:p w14:paraId="14EA7A70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4E08E0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E08E0">
              <w:rPr>
                <w:rFonts w:ascii="Poppins" w:hAnsi="Poppins" w:cs="Poppins"/>
                <w:color w:val="000000"/>
              </w:rPr>
              <w:t xml:space="preserve"> (min- max) 6,73 (4,98- 7,79) kW</w:t>
            </w:r>
          </w:p>
          <w:p w14:paraId="0267DAE8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Portata d’acqua max velocità 1340 l/h</w:t>
            </w:r>
          </w:p>
          <w:p w14:paraId="3AA2BF44" w14:textId="6D229B04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E08E0">
              <w:rPr>
                <w:rFonts w:ascii="Poppins" w:hAnsi="Poppins" w:cs="Poppins"/>
                <w:color w:val="000000"/>
              </w:rPr>
              <w:t xml:space="preserve">Perdita di carico max velocità 22,9 </w:t>
            </w:r>
            <w:proofErr w:type="spellStart"/>
            <w:r w:rsidRPr="004E08E0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E08E0" w:rsidRPr="004E08E0">
              <w:rPr>
                <w:rFonts w:ascii="Poppins" w:hAnsi="Poppins" w:cs="Poppins"/>
                <w:color w:val="000000"/>
              </w:rPr>
              <w:t xml:space="preserve"> </w:t>
            </w:r>
            <w:r w:rsidRPr="004E08E0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4E08E0">
              <w:rPr>
                <w:rFonts w:ascii="Poppins" w:hAnsi="Poppins" w:cs="Poppins"/>
              </w:rPr>
              <w:t>b.s</w:t>
            </w:r>
            <w:proofErr w:type="spellEnd"/>
            <w:r w:rsidRPr="004E08E0">
              <w:rPr>
                <w:rFonts w:ascii="Poppins" w:hAnsi="Poppins" w:cs="Poppins"/>
              </w:rPr>
              <w:t xml:space="preserve">./19 °C </w:t>
            </w:r>
            <w:proofErr w:type="spellStart"/>
            <w:r w:rsidRPr="004E08E0">
              <w:rPr>
                <w:rFonts w:ascii="Poppins" w:hAnsi="Poppins" w:cs="Poppins"/>
              </w:rPr>
              <w:t>b.u.</w:t>
            </w:r>
            <w:proofErr w:type="spellEnd"/>
            <w:r w:rsidRPr="004E08E0">
              <w:rPr>
                <w:rFonts w:ascii="Poppins" w:hAnsi="Poppins" w:cs="Poppins"/>
              </w:rPr>
              <w:t>)</w:t>
            </w:r>
          </w:p>
          <w:p w14:paraId="10906BE6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4E08E0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E08E0">
              <w:rPr>
                <w:rFonts w:ascii="Poppins" w:hAnsi="Poppins" w:cs="Poppins"/>
                <w:color w:val="000000"/>
              </w:rPr>
              <w:t xml:space="preserve"> (min- max) 6,50 (4,72- 7,59) kW</w:t>
            </w:r>
          </w:p>
          <w:p w14:paraId="0F880204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Portata d’acqua max velocità 1305 l/h</w:t>
            </w:r>
          </w:p>
          <w:p w14:paraId="039612DC" w14:textId="597B2AD8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E08E0">
              <w:rPr>
                <w:rFonts w:ascii="Poppins" w:hAnsi="Poppins" w:cs="Poppins"/>
                <w:color w:val="000000"/>
              </w:rPr>
              <w:t xml:space="preserve">Perdita di carico max velocità 18,9 </w:t>
            </w:r>
            <w:proofErr w:type="spellStart"/>
            <w:r w:rsidRPr="004E08E0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E08E0" w:rsidRPr="004E08E0">
              <w:rPr>
                <w:rFonts w:ascii="Poppins" w:hAnsi="Poppins" w:cs="Poppins"/>
                <w:color w:val="000000"/>
              </w:rPr>
              <w:t xml:space="preserve"> </w:t>
            </w:r>
            <w:r w:rsidRPr="004E08E0">
              <w:rPr>
                <w:rFonts w:ascii="Poppins" w:hAnsi="Poppins" w:cs="Poppins"/>
              </w:rPr>
              <w:t>(temperatura acqua 45/40 °C; temperatura aria 20 °C)</w:t>
            </w:r>
          </w:p>
          <w:p w14:paraId="2F5E2836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4E08E0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E08E0">
              <w:rPr>
                <w:rFonts w:ascii="Poppins" w:hAnsi="Poppins" w:cs="Poppins"/>
                <w:color w:val="000000"/>
              </w:rPr>
              <w:t xml:space="preserve"> (min- max) 754 (464- 954) m3/h</w:t>
            </w:r>
          </w:p>
          <w:p w14:paraId="4A39727D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18E9FB35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E08E0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6356D2E7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4E08E0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4E08E0">
              <w:rPr>
                <w:rFonts w:ascii="Poppins" w:hAnsi="Poppins" w:cs="Poppins"/>
                <w:color w:val="000000"/>
              </w:rPr>
              <w:t>/Hz</w:t>
            </w:r>
          </w:p>
          <w:p w14:paraId="14E5E008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Potenza massima assorbita 180 W</w:t>
            </w:r>
          </w:p>
          <w:p w14:paraId="51D04CE6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lastRenderedPageBreak/>
              <w:t>Corrente massima assorbita 1,4 A</w:t>
            </w:r>
          </w:p>
          <w:p w14:paraId="3F230406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E08E0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4E08E0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E08E0">
              <w:rPr>
                <w:rFonts w:ascii="Poppins" w:hAnsi="Poppins" w:cs="Poppins"/>
                <w:color w:val="000000"/>
              </w:rPr>
              <w:t xml:space="preserve"> (min- max) 64 (56- 70)</w:t>
            </w:r>
            <w:r w:rsidRPr="004E08E0">
              <w:rPr>
                <w:rFonts w:ascii="Poppins" w:hAnsi="Poppins" w:cs="Poppins"/>
              </w:rPr>
              <w:t xml:space="preserve"> dB(A)</w:t>
            </w:r>
          </w:p>
          <w:p w14:paraId="3D5E264F" w14:textId="02C313C6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E08E0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4E08E0">
              <w:rPr>
                <w:rFonts w:ascii="Poppins" w:hAnsi="Poppins" w:cs="Poppins"/>
              </w:rPr>
              <w:t>med</w:t>
            </w:r>
            <w:proofErr w:type="spellEnd"/>
            <w:r w:rsidRPr="004E08E0">
              <w:rPr>
                <w:rFonts w:ascii="Poppins" w:hAnsi="Poppins" w:cs="Poppins"/>
              </w:rPr>
              <w:t xml:space="preserve"> (min- max) 47 (39- 53) dB(A) - valori riferiti a fattore di direzionalità pari a 2 in campo chiuso, costante d’ambiente 300 m2 e distanza pari a 5 m</w:t>
            </w:r>
          </w:p>
          <w:p w14:paraId="5FF06D27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4E08E0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4E08E0">
              <w:rPr>
                <w:rFonts w:ascii="Poppins" w:hAnsi="Poppins" w:cs="Poppins"/>
                <w:color w:val="000000"/>
              </w:rPr>
              <w:t>) 808x605x275 mm</w:t>
            </w:r>
          </w:p>
          <w:p w14:paraId="259863CF" w14:textId="77777777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>Peso 39 kg</w:t>
            </w:r>
          </w:p>
          <w:p w14:paraId="6239D297" w14:textId="33F169D8" w:rsidR="00387424" w:rsidRPr="004E08E0" w:rsidRDefault="00387424" w:rsidP="001A1D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E08E0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4E08E0">
              <w:rPr>
                <w:rFonts w:ascii="Poppins" w:hAnsi="Poppins" w:cs="Poppins"/>
                <w:color w:val="000000"/>
              </w:rPr>
              <w:t>3/4</w:t>
            </w:r>
            <w:r w:rsidRPr="004E08E0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5F50D54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B11F5C1" w14:textId="1358A192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EC-AF 08-08 o equivalente</w:t>
            </w:r>
            <w:r w:rsidR="004E08E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55E24C0D" w14:textId="77777777" w:rsidTr="00387424">
        <w:tc>
          <w:tcPr>
            <w:tcW w:w="1373" w:type="dxa"/>
          </w:tcPr>
          <w:p w14:paraId="1C035FE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07610140</w:t>
            </w:r>
          </w:p>
        </w:tc>
        <w:tc>
          <w:tcPr>
            <w:tcW w:w="2563" w:type="dxa"/>
          </w:tcPr>
          <w:p w14:paraId="48826E91" w14:textId="328F0ECB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EC-AF 12-09</w:t>
            </w:r>
          </w:p>
        </w:tc>
        <w:tc>
          <w:tcPr>
            <w:tcW w:w="5562" w:type="dxa"/>
          </w:tcPr>
          <w:p w14:paraId="4ED8881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frontale.</w:t>
            </w:r>
          </w:p>
          <w:p w14:paraId="63EABFC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3FCB860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7DE109B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3D3D94A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7E7CC44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Filtro aria in fibra acrilica (classe di efficienza G3) e bacinelle raccolta condensa, termicamente isolata, per installazione orizzontale.</w:t>
            </w:r>
          </w:p>
          <w:p w14:paraId="1382AA11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6C312BD" w14:textId="4DD24368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0D2C78">
              <w:rPr>
                <w:rFonts w:ascii="Poppins" w:hAnsi="Poppins" w:cs="Poppins"/>
                <w:b/>
              </w:rPr>
              <w:t>:</w:t>
            </w:r>
          </w:p>
          <w:p w14:paraId="54B297DA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0D2C7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D2C78">
              <w:rPr>
                <w:rFonts w:ascii="Poppins" w:hAnsi="Poppins" w:cs="Poppins"/>
                <w:color w:val="000000"/>
              </w:rPr>
              <w:t xml:space="preserve"> (min- max) 8,02 (5,88- 8,69) kW</w:t>
            </w:r>
          </w:p>
          <w:p w14:paraId="62787310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Portata d’acqua max velocità 1495 l/h</w:t>
            </w:r>
          </w:p>
          <w:p w14:paraId="42D2A92B" w14:textId="4EF4C40C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D2C78">
              <w:rPr>
                <w:rFonts w:ascii="Poppins" w:hAnsi="Poppins" w:cs="Poppins"/>
                <w:color w:val="000000"/>
              </w:rPr>
              <w:t xml:space="preserve">Perdita di carico max velocità 14,7 </w:t>
            </w:r>
            <w:proofErr w:type="spellStart"/>
            <w:r w:rsidRPr="000D2C78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0D2C78" w:rsidRPr="000D2C78">
              <w:rPr>
                <w:rFonts w:ascii="Poppins" w:hAnsi="Poppins" w:cs="Poppins"/>
                <w:color w:val="000000"/>
              </w:rPr>
              <w:t xml:space="preserve"> </w:t>
            </w:r>
            <w:r w:rsidRPr="000D2C78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0D2C78">
              <w:rPr>
                <w:rFonts w:ascii="Poppins" w:hAnsi="Poppins" w:cs="Poppins"/>
              </w:rPr>
              <w:t>b.s</w:t>
            </w:r>
            <w:proofErr w:type="spellEnd"/>
            <w:r w:rsidRPr="000D2C78">
              <w:rPr>
                <w:rFonts w:ascii="Poppins" w:hAnsi="Poppins" w:cs="Poppins"/>
              </w:rPr>
              <w:t xml:space="preserve">./19 °C </w:t>
            </w:r>
            <w:proofErr w:type="spellStart"/>
            <w:r w:rsidRPr="000D2C78">
              <w:rPr>
                <w:rFonts w:ascii="Poppins" w:hAnsi="Poppins" w:cs="Poppins"/>
              </w:rPr>
              <w:t>b.u.</w:t>
            </w:r>
            <w:proofErr w:type="spellEnd"/>
            <w:r w:rsidRPr="000D2C78">
              <w:rPr>
                <w:rFonts w:ascii="Poppins" w:hAnsi="Poppins" w:cs="Poppins"/>
              </w:rPr>
              <w:t>)</w:t>
            </w:r>
          </w:p>
          <w:p w14:paraId="26B0B748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0D2C7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D2C78">
              <w:rPr>
                <w:rFonts w:ascii="Poppins" w:hAnsi="Poppins" w:cs="Poppins"/>
                <w:color w:val="000000"/>
              </w:rPr>
              <w:t xml:space="preserve"> (min- max) 9,25 (6,65- 10,08) kW</w:t>
            </w:r>
          </w:p>
          <w:p w14:paraId="647404C5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Portata d’acqua max velocità 1733 l/h</w:t>
            </w:r>
          </w:p>
          <w:p w14:paraId="46DF605B" w14:textId="1D3BA279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D2C78">
              <w:rPr>
                <w:rFonts w:ascii="Poppins" w:hAnsi="Poppins" w:cs="Poppins"/>
                <w:color w:val="000000"/>
              </w:rPr>
              <w:t xml:space="preserve">Perdita di carico max velocità 17,2 </w:t>
            </w:r>
            <w:proofErr w:type="spellStart"/>
            <w:r w:rsidRPr="000D2C78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0D2C78" w:rsidRPr="000D2C78">
              <w:rPr>
                <w:rFonts w:ascii="Poppins" w:hAnsi="Poppins" w:cs="Poppins"/>
                <w:color w:val="000000"/>
              </w:rPr>
              <w:t xml:space="preserve"> </w:t>
            </w:r>
            <w:r w:rsidRPr="000D2C78">
              <w:rPr>
                <w:rFonts w:ascii="Poppins" w:hAnsi="Poppins" w:cs="Poppins"/>
              </w:rPr>
              <w:t>(temperatura acqua 45/40 °C; temperatura aria 20 °C)</w:t>
            </w:r>
          </w:p>
          <w:p w14:paraId="0280679E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0D2C7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D2C78">
              <w:rPr>
                <w:rFonts w:ascii="Poppins" w:hAnsi="Poppins" w:cs="Poppins"/>
                <w:color w:val="000000"/>
              </w:rPr>
              <w:t xml:space="preserve"> (min- max) 1436 (869- 1634) m3/h</w:t>
            </w:r>
          </w:p>
          <w:p w14:paraId="1313C2BC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782271D3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0D2C78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5C75A017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0D2C78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0D2C78">
              <w:rPr>
                <w:rFonts w:ascii="Poppins" w:hAnsi="Poppins" w:cs="Poppins"/>
                <w:color w:val="000000"/>
              </w:rPr>
              <w:t>/Hz</w:t>
            </w:r>
          </w:p>
          <w:p w14:paraId="278B76B0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2C54F9BB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52FD52D3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D2C78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0D2C78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D2C78">
              <w:rPr>
                <w:rFonts w:ascii="Poppins" w:hAnsi="Poppins" w:cs="Poppins"/>
                <w:color w:val="000000"/>
              </w:rPr>
              <w:t xml:space="preserve"> (min- max) 68 (57- 72)</w:t>
            </w:r>
            <w:r w:rsidRPr="000D2C78">
              <w:rPr>
                <w:rFonts w:ascii="Poppins" w:hAnsi="Poppins" w:cs="Poppins"/>
              </w:rPr>
              <w:t xml:space="preserve"> dB(A)</w:t>
            </w:r>
          </w:p>
          <w:p w14:paraId="5B5F44F6" w14:textId="7E2EFB0E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D2C78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0D2C78">
              <w:rPr>
                <w:rFonts w:ascii="Poppins" w:hAnsi="Poppins" w:cs="Poppins"/>
              </w:rPr>
              <w:t>med</w:t>
            </w:r>
            <w:proofErr w:type="spellEnd"/>
            <w:r w:rsidRPr="000D2C78">
              <w:rPr>
                <w:rFonts w:ascii="Poppins" w:hAnsi="Poppins" w:cs="Poppins"/>
              </w:rPr>
              <w:t xml:space="preserve"> (min- max) 51 (40- 55) dB(A) - valori riferiti a fattore di direzionalità pari a 2 in campo chiuso, costante d’ambiente 300 m2 e distanza pari a 5 m</w:t>
            </w:r>
          </w:p>
          <w:p w14:paraId="70E5892D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0D2C78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0D2C78">
              <w:rPr>
                <w:rFonts w:ascii="Poppins" w:hAnsi="Poppins" w:cs="Poppins"/>
                <w:color w:val="000000"/>
              </w:rPr>
              <w:t>) 1208x605x275 mm</w:t>
            </w:r>
          </w:p>
          <w:p w14:paraId="30CC6E32" w14:textId="77777777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>Peso 51 kg</w:t>
            </w:r>
          </w:p>
          <w:p w14:paraId="2DAC4EE7" w14:textId="43B29CEA" w:rsidR="00387424" w:rsidRPr="000D2C78" w:rsidRDefault="00387424" w:rsidP="001A1DA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D2C78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0D2C78">
              <w:rPr>
                <w:rFonts w:ascii="Poppins" w:hAnsi="Poppins" w:cs="Poppins"/>
                <w:color w:val="000000"/>
              </w:rPr>
              <w:t>3/4</w:t>
            </w:r>
            <w:r w:rsidRPr="000D2C78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465BCC7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AC07F59" w14:textId="4FFD1394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EC-AF 12-09 o equivalente</w:t>
            </w:r>
            <w:r w:rsidR="000D2C7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2BC784C" w14:textId="77777777" w:rsidTr="00387424">
        <w:tc>
          <w:tcPr>
            <w:tcW w:w="1373" w:type="dxa"/>
          </w:tcPr>
          <w:p w14:paraId="658C7CF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07610150</w:t>
            </w:r>
          </w:p>
        </w:tc>
        <w:tc>
          <w:tcPr>
            <w:tcW w:w="2563" w:type="dxa"/>
          </w:tcPr>
          <w:p w14:paraId="59A20ACE" w14:textId="26F2647A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EC-AF 12-12</w:t>
            </w:r>
          </w:p>
        </w:tc>
        <w:tc>
          <w:tcPr>
            <w:tcW w:w="5562" w:type="dxa"/>
          </w:tcPr>
          <w:p w14:paraId="3885783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frontale.</w:t>
            </w:r>
          </w:p>
          <w:p w14:paraId="7360FD9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6AEC70A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0BA998F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045D4845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09AA361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1E8EA1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F694BDF" w14:textId="56C8D021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402736">
              <w:rPr>
                <w:rFonts w:ascii="Poppins" w:hAnsi="Poppins" w:cs="Poppins"/>
                <w:b/>
              </w:rPr>
              <w:t>:</w:t>
            </w:r>
          </w:p>
          <w:p w14:paraId="459089D8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402736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02736">
              <w:rPr>
                <w:rFonts w:ascii="Poppins" w:hAnsi="Poppins" w:cs="Poppins"/>
                <w:color w:val="000000"/>
              </w:rPr>
              <w:t xml:space="preserve"> (min- max) 10,56 (7,90- 11,37) kW</w:t>
            </w:r>
          </w:p>
          <w:p w14:paraId="55050985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Portata d’acqua max velocità 1955 l/h</w:t>
            </w:r>
          </w:p>
          <w:p w14:paraId="05892F15" w14:textId="05DBC354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02736">
              <w:rPr>
                <w:rFonts w:ascii="Poppins" w:hAnsi="Poppins" w:cs="Poppins"/>
                <w:color w:val="000000"/>
              </w:rPr>
              <w:t xml:space="preserve">Perdita di carico max velocità 21,5 </w:t>
            </w:r>
            <w:proofErr w:type="spellStart"/>
            <w:r w:rsidRPr="00402736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02736" w:rsidRPr="00402736">
              <w:rPr>
                <w:rFonts w:ascii="Poppins" w:hAnsi="Poppins" w:cs="Poppins"/>
                <w:color w:val="000000"/>
              </w:rPr>
              <w:t xml:space="preserve"> </w:t>
            </w:r>
            <w:r w:rsidRPr="00402736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402736">
              <w:rPr>
                <w:rFonts w:ascii="Poppins" w:hAnsi="Poppins" w:cs="Poppins"/>
              </w:rPr>
              <w:t>b.s</w:t>
            </w:r>
            <w:proofErr w:type="spellEnd"/>
            <w:r w:rsidRPr="00402736">
              <w:rPr>
                <w:rFonts w:ascii="Poppins" w:hAnsi="Poppins" w:cs="Poppins"/>
              </w:rPr>
              <w:t xml:space="preserve">./19 °C </w:t>
            </w:r>
            <w:proofErr w:type="spellStart"/>
            <w:r w:rsidRPr="00402736">
              <w:rPr>
                <w:rFonts w:ascii="Poppins" w:hAnsi="Poppins" w:cs="Poppins"/>
              </w:rPr>
              <w:t>b.u.</w:t>
            </w:r>
            <w:proofErr w:type="spellEnd"/>
            <w:r w:rsidRPr="00402736">
              <w:rPr>
                <w:rFonts w:ascii="Poppins" w:hAnsi="Poppins" w:cs="Poppins"/>
              </w:rPr>
              <w:t>)</w:t>
            </w:r>
          </w:p>
          <w:p w14:paraId="7ADFF731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402736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02736">
              <w:rPr>
                <w:rFonts w:ascii="Poppins" w:hAnsi="Poppins" w:cs="Poppins"/>
                <w:color w:val="000000"/>
              </w:rPr>
              <w:t xml:space="preserve"> (min- max) 11,95 (8,78- 12,93) kW</w:t>
            </w:r>
          </w:p>
          <w:p w14:paraId="7D1B0656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Portata d’acqua max velocità 2223 l/h</w:t>
            </w:r>
          </w:p>
          <w:p w14:paraId="73670DF3" w14:textId="21B27A2D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02736">
              <w:rPr>
                <w:rFonts w:ascii="Poppins" w:hAnsi="Poppins" w:cs="Poppins"/>
                <w:color w:val="000000"/>
              </w:rPr>
              <w:t xml:space="preserve">Perdita di carico max velocità 24,1 </w:t>
            </w:r>
            <w:proofErr w:type="spellStart"/>
            <w:r w:rsidRPr="00402736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02736" w:rsidRPr="00402736">
              <w:rPr>
                <w:rFonts w:ascii="Poppins" w:hAnsi="Poppins" w:cs="Poppins"/>
                <w:color w:val="000000"/>
              </w:rPr>
              <w:t xml:space="preserve"> </w:t>
            </w:r>
            <w:r w:rsidRPr="00402736">
              <w:rPr>
                <w:rFonts w:ascii="Poppins" w:hAnsi="Poppins" w:cs="Poppins"/>
              </w:rPr>
              <w:t>(temperatura acqua 45/40 °C; temperatura aria 20 °C)</w:t>
            </w:r>
          </w:p>
          <w:p w14:paraId="538F2401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402736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02736">
              <w:rPr>
                <w:rFonts w:ascii="Poppins" w:hAnsi="Poppins" w:cs="Poppins"/>
                <w:color w:val="000000"/>
              </w:rPr>
              <w:t xml:space="preserve"> (min- max) 1668 (1044- 1878) m3/h</w:t>
            </w:r>
          </w:p>
          <w:p w14:paraId="3565169A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lastRenderedPageBreak/>
              <w:t>Pressione statica utile max 100 Pa</w:t>
            </w:r>
          </w:p>
          <w:p w14:paraId="0220DC6E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02736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41B50A34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402736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402736">
              <w:rPr>
                <w:rFonts w:ascii="Poppins" w:hAnsi="Poppins" w:cs="Poppins"/>
                <w:color w:val="000000"/>
              </w:rPr>
              <w:t>/Hz</w:t>
            </w:r>
          </w:p>
          <w:p w14:paraId="5955471B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3795BBF6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0658AE74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02736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402736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02736">
              <w:rPr>
                <w:rFonts w:ascii="Poppins" w:hAnsi="Poppins" w:cs="Poppins"/>
                <w:color w:val="000000"/>
              </w:rPr>
              <w:t xml:space="preserve"> (min- max) 69 (58- 73)</w:t>
            </w:r>
            <w:r w:rsidRPr="00402736">
              <w:rPr>
                <w:rFonts w:ascii="Poppins" w:hAnsi="Poppins" w:cs="Poppins"/>
              </w:rPr>
              <w:t xml:space="preserve"> dB(A)</w:t>
            </w:r>
          </w:p>
          <w:p w14:paraId="132942B4" w14:textId="755B79F5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02736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402736">
              <w:rPr>
                <w:rFonts w:ascii="Poppins" w:hAnsi="Poppins" w:cs="Poppins"/>
              </w:rPr>
              <w:t>med</w:t>
            </w:r>
            <w:proofErr w:type="spellEnd"/>
            <w:r w:rsidRPr="00402736">
              <w:rPr>
                <w:rFonts w:ascii="Poppins" w:hAnsi="Poppins" w:cs="Poppins"/>
              </w:rPr>
              <w:t xml:space="preserve"> (min- max) 52 (41- 56) dB(A) - valori riferiti a fattore di direzionalità pari a 2 in campo chiuso, costante d’ambiente 300 m2 e distanza pari a 5 m</w:t>
            </w:r>
          </w:p>
          <w:p w14:paraId="30F0AD76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402736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402736">
              <w:rPr>
                <w:rFonts w:ascii="Poppins" w:hAnsi="Poppins" w:cs="Poppins"/>
                <w:color w:val="000000"/>
              </w:rPr>
              <w:t>) 1208x605x275 mm</w:t>
            </w:r>
          </w:p>
          <w:p w14:paraId="1C3B58F1" w14:textId="77777777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>Peso 53 kg</w:t>
            </w:r>
          </w:p>
          <w:p w14:paraId="2BCFDD8F" w14:textId="2EAC2A01" w:rsidR="00387424" w:rsidRPr="00402736" w:rsidRDefault="00387424" w:rsidP="001A1DA7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02736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402736">
              <w:rPr>
                <w:rFonts w:ascii="Poppins" w:hAnsi="Poppins" w:cs="Poppins"/>
                <w:color w:val="000000"/>
              </w:rPr>
              <w:t>3/4</w:t>
            </w:r>
            <w:r w:rsidRPr="00402736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60737FC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9F9E469" w14:textId="09793A14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EC-AF 12-12 o equivalente</w:t>
            </w:r>
            <w:r w:rsidR="0040273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6FE64035" w14:textId="77777777" w:rsidTr="00387424">
        <w:tc>
          <w:tcPr>
            <w:tcW w:w="1373" w:type="dxa"/>
          </w:tcPr>
          <w:p w14:paraId="635FC18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07610160</w:t>
            </w:r>
          </w:p>
        </w:tc>
        <w:tc>
          <w:tcPr>
            <w:tcW w:w="2563" w:type="dxa"/>
          </w:tcPr>
          <w:p w14:paraId="6B8FD0D9" w14:textId="36FAA6EE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EC-AF 12-14</w:t>
            </w:r>
          </w:p>
        </w:tc>
        <w:tc>
          <w:tcPr>
            <w:tcW w:w="5562" w:type="dxa"/>
          </w:tcPr>
          <w:p w14:paraId="074C044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frontale.</w:t>
            </w:r>
          </w:p>
          <w:p w14:paraId="0A4BE8F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1D35EE4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3903E93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6617F79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408256A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6343866E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0891F86" w14:textId="6CEE395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064B3A">
              <w:rPr>
                <w:rFonts w:ascii="Poppins" w:hAnsi="Poppins" w:cs="Poppins"/>
                <w:b/>
              </w:rPr>
              <w:t>:</w:t>
            </w:r>
          </w:p>
          <w:p w14:paraId="178B314C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064B3A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64B3A">
              <w:rPr>
                <w:rFonts w:ascii="Poppins" w:hAnsi="Poppins" w:cs="Poppins"/>
                <w:color w:val="000000"/>
              </w:rPr>
              <w:t xml:space="preserve"> (min- max) 12,34 (9,25- 13,21) kW</w:t>
            </w:r>
          </w:p>
          <w:p w14:paraId="51EEED60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Portata d’acqua max velocità 2272 l/h</w:t>
            </w:r>
          </w:p>
          <w:p w14:paraId="0D4F2A98" w14:textId="52218564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64B3A">
              <w:rPr>
                <w:rFonts w:ascii="Poppins" w:hAnsi="Poppins" w:cs="Poppins"/>
                <w:color w:val="000000"/>
              </w:rPr>
              <w:t xml:space="preserve">Perdita di carico max velocità 16,9 </w:t>
            </w:r>
            <w:proofErr w:type="spellStart"/>
            <w:r w:rsidRPr="00064B3A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064B3A" w:rsidRPr="00064B3A">
              <w:rPr>
                <w:rFonts w:ascii="Poppins" w:hAnsi="Poppins" w:cs="Poppins"/>
                <w:color w:val="000000"/>
              </w:rPr>
              <w:t xml:space="preserve"> </w:t>
            </w:r>
            <w:r w:rsidRPr="00064B3A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064B3A">
              <w:rPr>
                <w:rFonts w:ascii="Poppins" w:hAnsi="Poppins" w:cs="Poppins"/>
              </w:rPr>
              <w:t>b.s</w:t>
            </w:r>
            <w:proofErr w:type="spellEnd"/>
            <w:r w:rsidRPr="00064B3A">
              <w:rPr>
                <w:rFonts w:ascii="Poppins" w:hAnsi="Poppins" w:cs="Poppins"/>
              </w:rPr>
              <w:t xml:space="preserve">./19 °C </w:t>
            </w:r>
            <w:proofErr w:type="spellStart"/>
            <w:r w:rsidRPr="00064B3A">
              <w:rPr>
                <w:rFonts w:ascii="Poppins" w:hAnsi="Poppins" w:cs="Poppins"/>
              </w:rPr>
              <w:t>b.u.</w:t>
            </w:r>
            <w:proofErr w:type="spellEnd"/>
            <w:r w:rsidRPr="00064B3A">
              <w:rPr>
                <w:rFonts w:ascii="Poppins" w:hAnsi="Poppins" w:cs="Poppins"/>
              </w:rPr>
              <w:t>)</w:t>
            </w:r>
          </w:p>
          <w:p w14:paraId="3121B92D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064B3A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64B3A">
              <w:rPr>
                <w:rFonts w:ascii="Poppins" w:hAnsi="Poppins" w:cs="Poppins"/>
                <w:color w:val="000000"/>
              </w:rPr>
              <w:t xml:space="preserve"> (min- max) 12,60 (9,28- 13,54) kW</w:t>
            </w:r>
          </w:p>
          <w:p w14:paraId="75C9B069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Portata d’acqua max velocità 2329 l/h</w:t>
            </w:r>
          </w:p>
          <w:p w14:paraId="6AF441B2" w14:textId="1912D33F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64B3A">
              <w:rPr>
                <w:rFonts w:ascii="Poppins" w:hAnsi="Poppins" w:cs="Poppins"/>
                <w:color w:val="000000"/>
              </w:rPr>
              <w:t xml:space="preserve">Perdita di carico max velocità 15,4 </w:t>
            </w:r>
            <w:proofErr w:type="spellStart"/>
            <w:r w:rsidRPr="00064B3A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064B3A" w:rsidRPr="00064B3A">
              <w:rPr>
                <w:rFonts w:ascii="Poppins" w:hAnsi="Poppins" w:cs="Poppins"/>
                <w:color w:val="000000"/>
              </w:rPr>
              <w:t xml:space="preserve"> </w:t>
            </w:r>
            <w:r w:rsidRPr="00064B3A">
              <w:rPr>
                <w:rFonts w:ascii="Poppins" w:hAnsi="Poppins" w:cs="Poppins"/>
              </w:rPr>
              <w:t>(temperatura acqua 45/40 °C; temperatura aria 20 °C)</w:t>
            </w:r>
          </w:p>
          <w:p w14:paraId="37892F6B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064B3A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64B3A">
              <w:rPr>
                <w:rFonts w:ascii="Poppins" w:hAnsi="Poppins" w:cs="Poppins"/>
                <w:color w:val="000000"/>
              </w:rPr>
              <w:t xml:space="preserve"> (min- max) 1579 (992- 1761) m3/h</w:t>
            </w:r>
          </w:p>
          <w:p w14:paraId="24ECE920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2FB82E84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064B3A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47DD5924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064B3A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064B3A">
              <w:rPr>
                <w:rFonts w:ascii="Poppins" w:hAnsi="Poppins" w:cs="Poppins"/>
                <w:color w:val="000000"/>
              </w:rPr>
              <w:t>/Hz</w:t>
            </w:r>
          </w:p>
          <w:p w14:paraId="11B19618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Potenza massima assorbita 400 W</w:t>
            </w:r>
          </w:p>
          <w:p w14:paraId="64D7CC4A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Corrente massima assorbita 1,4 A</w:t>
            </w:r>
          </w:p>
          <w:p w14:paraId="45C52E37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64B3A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064B3A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064B3A">
              <w:rPr>
                <w:rFonts w:ascii="Poppins" w:hAnsi="Poppins" w:cs="Poppins"/>
                <w:color w:val="000000"/>
              </w:rPr>
              <w:t xml:space="preserve"> (min- max) 69 (58- 73)</w:t>
            </w:r>
            <w:r w:rsidRPr="00064B3A">
              <w:rPr>
                <w:rFonts w:ascii="Poppins" w:hAnsi="Poppins" w:cs="Poppins"/>
              </w:rPr>
              <w:t xml:space="preserve"> dB(A)</w:t>
            </w:r>
          </w:p>
          <w:p w14:paraId="388ACD12" w14:textId="739CB720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64B3A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064B3A">
              <w:rPr>
                <w:rFonts w:ascii="Poppins" w:hAnsi="Poppins" w:cs="Poppins"/>
              </w:rPr>
              <w:t>med</w:t>
            </w:r>
            <w:proofErr w:type="spellEnd"/>
            <w:r w:rsidRPr="00064B3A">
              <w:rPr>
                <w:rFonts w:ascii="Poppins" w:hAnsi="Poppins" w:cs="Poppins"/>
              </w:rPr>
              <w:t xml:space="preserve"> (min- max) 52 (41- 56) dB(A) - valori riferiti a fattore di direzionalità pari a 2 in campo chiuso, costante d’ambiente 300 m2 e distanza pari a 5 m</w:t>
            </w:r>
          </w:p>
          <w:p w14:paraId="3FEA0441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064B3A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064B3A">
              <w:rPr>
                <w:rFonts w:ascii="Poppins" w:hAnsi="Poppins" w:cs="Poppins"/>
                <w:color w:val="000000"/>
              </w:rPr>
              <w:t>) 1208x605x275 mm</w:t>
            </w:r>
          </w:p>
          <w:p w14:paraId="0FB20DDA" w14:textId="77777777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>Peso 56 kg</w:t>
            </w:r>
          </w:p>
          <w:p w14:paraId="3CCA2EAD" w14:textId="18A2AE76" w:rsidR="00387424" w:rsidRPr="00064B3A" w:rsidRDefault="00387424" w:rsidP="001A1DA7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64B3A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064B3A">
              <w:rPr>
                <w:rFonts w:ascii="Poppins" w:hAnsi="Poppins" w:cs="Poppins"/>
                <w:color w:val="000000"/>
              </w:rPr>
              <w:t>3/4</w:t>
            </w:r>
            <w:r w:rsidRPr="00064B3A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336D6B7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7C01B5C" w14:textId="46F48D0D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EC-AF 12-14 o equivalente</w:t>
            </w:r>
            <w:r w:rsidR="00064B3A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9AE484F" w14:textId="77777777" w:rsidTr="00387424">
        <w:tc>
          <w:tcPr>
            <w:tcW w:w="1373" w:type="dxa"/>
          </w:tcPr>
          <w:p w14:paraId="6F3A1C66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07610170</w:t>
            </w:r>
          </w:p>
        </w:tc>
        <w:tc>
          <w:tcPr>
            <w:tcW w:w="2563" w:type="dxa"/>
          </w:tcPr>
          <w:p w14:paraId="23606BAB" w14:textId="420F159C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EC-AF 16-13</w:t>
            </w:r>
          </w:p>
        </w:tc>
        <w:tc>
          <w:tcPr>
            <w:tcW w:w="5562" w:type="dxa"/>
          </w:tcPr>
          <w:p w14:paraId="450F474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frontale.</w:t>
            </w:r>
          </w:p>
          <w:p w14:paraId="762E458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682F65D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7D6238A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3C233E5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2F1AB4B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2E93C405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5D3D119" w14:textId="0BCEFD9C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DB5B1B">
              <w:rPr>
                <w:rFonts w:ascii="Poppins" w:hAnsi="Poppins" w:cs="Poppins"/>
                <w:b/>
              </w:rPr>
              <w:t>:</w:t>
            </w:r>
          </w:p>
          <w:p w14:paraId="5A09B1C1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DB5B1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DB5B1B">
              <w:rPr>
                <w:rFonts w:ascii="Poppins" w:hAnsi="Poppins" w:cs="Poppins"/>
                <w:color w:val="000000"/>
              </w:rPr>
              <w:t xml:space="preserve"> (min- max) 11,32 (9,40- 12,09) kW</w:t>
            </w:r>
          </w:p>
          <w:p w14:paraId="40F514C0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Portata d’acqua max velocità 2080 l/h</w:t>
            </w:r>
          </w:p>
          <w:p w14:paraId="03E47FD5" w14:textId="16DF2E20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B5B1B">
              <w:rPr>
                <w:rFonts w:ascii="Poppins" w:hAnsi="Poppins" w:cs="Poppins"/>
                <w:color w:val="000000"/>
              </w:rPr>
              <w:t xml:space="preserve">Perdita di carico max velocità 11,0 </w:t>
            </w:r>
            <w:proofErr w:type="spellStart"/>
            <w:r w:rsidRPr="00DB5B1B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DB5B1B" w:rsidRPr="00DB5B1B">
              <w:rPr>
                <w:rFonts w:ascii="Poppins" w:hAnsi="Poppins" w:cs="Poppins"/>
                <w:color w:val="000000"/>
              </w:rPr>
              <w:t xml:space="preserve"> </w:t>
            </w:r>
            <w:r w:rsidRPr="00DB5B1B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DB5B1B">
              <w:rPr>
                <w:rFonts w:ascii="Poppins" w:hAnsi="Poppins" w:cs="Poppins"/>
              </w:rPr>
              <w:t>b.s</w:t>
            </w:r>
            <w:proofErr w:type="spellEnd"/>
            <w:r w:rsidRPr="00DB5B1B">
              <w:rPr>
                <w:rFonts w:ascii="Poppins" w:hAnsi="Poppins" w:cs="Poppins"/>
              </w:rPr>
              <w:t xml:space="preserve">./19 °C </w:t>
            </w:r>
            <w:proofErr w:type="spellStart"/>
            <w:r w:rsidRPr="00DB5B1B">
              <w:rPr>
                <w:rFonts w:ascii="Poppins" w:hAnsi="Poppins" w:cs="Poppins"/>
              </w:rPr>
              <w:t>b.u.</w:t>
            </w:r>
            <w:proofErr w:type="spellEnd"/>
            <w:r w:rsidRPr="00DB5B1B">
              <w:rPr>
                <w:rFonts w:ascii="Poppins" w:hAnsi="Poppins" w:cs="Poppins"/>
              </w:rPr>
              <w:t>)</w:t>
            </w:r>
          </w:p>
          <w:p w14:paraId="7008BF3B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DB5B1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DB5B1B">
              <w:rPr>
                <w:rFonts w:ascii="Poppins" w:hAnsi="Poppins" w:cs="Poppins"/>
                <w:color w:val="000000"/>
              </w:rPr>
              <w:t xml:space="preserve"> (min- max) 13,43 (11,03- 14,40) kW</w:t>
            </w:r>
          </w:p>
          <w:p w14:paraId="1A9D24C2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Portata d’acqua max velocità 2477 l/h</w:t>
            </w:r>
          </w:p>
          <w:p w14:paraId="75E105A6" w14:textId="051D20DC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B5B1B">
              <w:rPr>
                <w:rFonts w:ascii="Poppins" w:hAnsi="Poppins" w:cs="Poppins"/>
                <w:color w:val="000000"/>
              </w:rPr>
              <w:lastRenderedPageBreak/>
              <w:t xml:space="preserve">Perdita di carico max velocità 13,6 </w:t>
            </w:r>
            <w:proofErr w:type="spellStart"/>
            <w:r w:rsidRPr="00DB5B1B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DB5B1B" w:rsidRPr="00DB5B1B">
              <w:rPr>
                <w:rFonts w:ascii="Poppins" w:hAnsi="Poppins" w:cs="Poppins"/>
                <w:color w:val="000000"/>
              </w:rPr>
              <w:t xml:space="preserve"> </w:t>
            </w:r>
            <w:r w:rsidRPr="00DB5B1B">
              <w:rPr>
                <w:rFonts w:ascii="Poppins" w:hAnsi="Poppins" w:cs="Poppins"/>
              </w:rPr>
              <w:t>(temperatura acqua 45/40 °C; temperatura aria 20 °C)</w:t>
            </w:r>
          </w:p>
          <w:p w14:paraId="54A2A777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DB5B1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DB5B1B">
              <w:rPr>
                <w:rFonts w:ascii="Poppins" w:hAnsi="Poppins" w:cs="Poppins"/>
                <w:color w:val="000000"/>
              </w:rPr>
              <w:t xml:space="preserve"> (min- max) 2163 (1604- 2406) m3/h</w:t>
            </w:r>
          </w:p>
          <w:p w14:paraId="7EFF6B4D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27C45878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DB5B1B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3282B1DC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DB5B1B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DB5B1B">
              <w:rPr>
                <w:rFonts w:ascii="Poppins" w:hAnsi="Poppins" w:cs="Poppins"/>
                <w:color w:val="000000"/>
              </w:rPr>
              <w:t>/Hz</w:t>
            </w:r>
          </w:p>
          <w:p w14:paraId="5AEE1C96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7BCB9442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4C03AC26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B5B1B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DB5B1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DB5B1B">
              <w:rPr>
                <w:rFonts w:ascii="Poppins" w:hAnsi="Poppins" w:cs="Poppins"/>
                <w:color w:val="000000"/>
              </w:rPr>
              <w:t xml:space="preserve"> (min- max) 72 (67- 73)</w:t>
            </w:r>
            <w:r w:rsidRPr="00DB5B1B">
              <w:rPr>
                <w:rFonts w:ascii="Poppins" w:hAnsi="Poppins" w:cs="Poppins"/>
              </w:rPr>
              <w:t xml:space="preserve"> dB(A)</w:t>
            </w:r>
          </w:p>
          <w:p w14:paraId="43F01787" w14:textId="281395C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B5B1B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DB5B1B">
              <w:rPr>
                <w:rFonts w:ascii="Poppins" w:hAnsi="Poppins" w:cs="Poppins"/>
              </w:rPr>
              <w:t>med</w:t>
            </w:r>
            <w:proofErr w:type="spellEnd"/>
            <w:r w:rsidRPr="00DB5B1B">
              <w:rPr>
                <w:rFonts w:ascii="Poppins" w:hAnsi="Poppins" w:cs="Poppins"/>
              </w:rPr>
              <w:t xml:space="preserve"> (min- max) 55 (50- 56) dB(A) - valori riferiti a fattore di direzionalità pari a 2 in campo chiuso, costante d’ambiente 300 m2 e distanza pari a 5 m</w:t>
            </w:r>
          </w:p>
          <w:p w14:paraId="6CC37B32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DB5B1B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DB5B1B">
              <w:rPr>
                <w:rFonts w:ascii="Poppins" w:hAnsi="Poppins" w:cs="Poppins"/>
                <w:color w:val="000000"/>
              </w:rPr>
              <w:t>) 1608x605x275 mm</w:t>
            </w:r>
          </w:p>
          <w:p w14:paraId="225A0F3F" w14:textId="77777777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>Peso 67 kg</w:t>
            </w:r>
          </w:p>
          <w:p w14:paraId="7407B4E2" w14:textId="6699615E" w:rsidR="00387424" w:rsidRPr="00DB5B1B" w:rsidRDefault="00387424" w:rsidP="001A1DA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B5B1B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DB5B1B">
              <w:rPr>
                <w:rFonts w:ascii="Poppins" w:hAnsi="Poppins" w:cs="Poppins"/>
                <w:color w:val="000000"/>
              </w:rPr>
              <w:t>3/4</w:t>
            </w:r>
            <w:r w:rsidRPr="00DB5B1B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66B3298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24C06D2" w14:textId="02085017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EC-AF 16-13 o equivalente</w:t>
            </w:r>
            <w:r w:rsidR="00DB5B1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555B9977" w14:textId="77777777" w:rsidTr="00387424">
        <w:tc>
          <w:tcPr>
            <w:tcW w:w="1373" w:type="dxa"/>
          </w:tcPr>
          <w:p w14:paraId="6E18C40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07610180</w:t>
            </w:r>
          </w:p>
        </w:tc>
        <w:tc>
          <w:tcPr>
            <w:tcW w:w="2563" w:type="dxa"/>
          </w:tcPr>
          <w:p w14:paraId="4724723E" w14:textId="01555840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EC-AF 16-17</w:t>
            </w:r>
          </w:p>
        </w:tc>
        <w:tc>
          <w:tcPr>
            <w:tcW w:w="5562" w:type="dxa"/>
          </w:tcPr>
          <w:p w14:paraId="5C3F958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frontale.</w:t>
            </w:r>
          </w:p>
          <w:p w14:paraId="0E594B0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12A0B26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39E8BEE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30EFB70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774E241E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0BCC8E2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417666BA" w14:textId="36818A9D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C3404B">
              <w:rPr>
                <w:rFonts w:ascii="Poppins" w:hAnsi="Poppins" w:cs="Poppins"/>
                <w:b/>
              </w:rPr>
              <w:t>:</w:t>
            </w:r>
          </w:p>
          <w:p w14:paraId="764FD15F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C3404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C3404B">
              <w:rPr>
                <w:rFonts w:ascii="Poppins" w:hAnsi="Poppins" w:cs="Poppins"/>
                <w:color w:val="000000"/>
              </w:rPr>
              <w:t xml:space="preserve"> (min- max) 14,93 (12,53- 15,98) kW</w:t>
            </w:r>
          </w:p>
          <w:p w14:paraId="6F20279D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Portata d’acqua max velocità 2749 l/h</w:t>
            </w:r>
          </w:p>
          <w:p w14:paraId="77B9B390" w14:textId="765E8456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3404B">
              <w:rPr>
                <w:rFonts w:ascii="Poppins" w:hAnsi="Poppins" w:cs="Poppins"/>
                <w:color w:val="000000"/>
              </w:rPr>
              <w:t xml:space="preserve">Perdita di carico max velocità 16,9 </w:t>
            </w:r>
            <w:proofErr w:type="spellStart"/>
            <w:r w:rsidRPr="00C3404B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C3404B" w:rsidRPr="00C3404B">
              <w:rPr>
                <w:rFonts w:ascii="Poppins" w:hAnsi="Poppins" w:cs="Poppins"/>
                <w:color w:val="000000"/>
              </w:rPr>
              <w:t xml:space="preserve"> </w:t>
            </w:r>
            <w:r w:rsidRPr="00C3404B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C3404B">
              <w:rPr>
                <w:rFonts w:ascii="Poppins" w:hAnsi="Poppins" w:cs="Poppins"/>
              </w:rPr>
              <w:t>b.s</w:t>
            </w:r>
            <w:proofErr w:type="spellEnd"/>
            <w:r w:rsidRPr="00C3404B">
              <w:rPr>
                <w:rFonts w:ascii="Poppins" w:hAnsi="Poppins" w:cs="Poppins"/>
              </w:rPr>
              <w:t xml:space="preserve">./19 °C </w:t>
            </w:r>
            <w:proofErr w:type="spellStart"/>
            <w:r w:rsidRPr="00C3404B">
              <w:rPr>
                <w:rFonts w:ascii="Poppins" w:hAnsi="Poppins" w:cs="Poppins"/>
              </w:rPr>
              <w:t>b.u.</w:t>
            </w:r>
            <w:proofErr w:type="spellEnd"/>
            <w:r w:rsidRPr="00C3404B">
              <w:rPr>
                <w:rFonts w:ascii="Poppins" w:hAnsi="Poppins" w:cs="Poppins"/>
              </w:rPr>
              <w:t>)</w:t>
            </w:r>
          </w:p>
          <w:p w14:paraId="2A2A8843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C3404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C3404B">
              <w:rPr>
                <w:rFonts w:ascii="Poppins" w:hAnsi="Poppins" w:cs="Poppins"/>
                <w:color w:val="000000"/>
              </w:rPr>
              <w:t xml:space="preserve"> (min- max) 17,32 (14,38- 18,63) kW</w:t>
            </w:r>
          </w:p>
          <w:p w14:paraId="3CBA2A03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Portata d’acqua max velocità 3204 l/h</w:t>
            </w:r>
          </w:p>
          <w:p w14:paraId="5D3DB4D9" w14:textId="56B5F788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3404B">
              <w:rPr>
                <w:rFonts w:ascii="Poppins" w:hAnsi="Poppins" w:cs="Poppins"/>
                <w:color w:val="000000"/>
              </w:rPr>
              <w:t xml:space="preserve">Perdita di carico max velocità 20,0 </w:t>
            </w:r>
            <w:proofErr w:type="spellStart"/>
            <w:r w:rsidRPr="00C3404B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C3404B" w:rsidRPr="00C3404B">
              <w:rPr>
                <w:rFonts w:ascii="Poppins" w:hAnsi="Poppins" w:cs="Poppins"/>
                <w:color w:val="000000"/>
              </w:rPr>
              <w:t xml:space="preserve"> </w:t>
            </w:r>
            <w:r w:rsidRPr="00C3404B">
              <w:rPr>
                <w:rFonts w:ascii="Poppins" w:hAnsi="Poppins" w:cs="Poppins"/>
              </w:rPr>
              <w:t>(temperatura acqua 45/40 °C; temperatura aria 20 °C)</w:t>
            </w:r>
          </w:p>
          <w:p w14:paraId="234FCC0A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C3404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C3404B">
              <w:rPr>
                <w:rFonts w:ascii="Poppins" w:hAnsi="Poppins" w:cs="Poppins"/>
                <w:color w:val="000000"/>
              </w:rPr>
              <w:t xml:space="preserve"> (min- max) 2499 (1883- 2790) m3/h</w:t>
            </w:r>
          </w:p>
          <w:p w14:paraId="475361FE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64E31640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C3404B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76D9924D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C3404B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C3404B">
              <w:rPr>
                <w:rFonts w:ascii="Poppins" w:hAnsi="Poppins" w:cs="Poppins"/>
                <w:color w:val="000000"/>
              </w:rPr>
              <w:t>/Hz</w:t>
            </w:r>
          </w:p>
          <w:p w14:paraId="13CE9A3F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7800298A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39469E5A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3404B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C3404B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C3404B">
              <w:rPr>
                <w:rFonts w:ascii="Poppins" w:hAnsi="Poppins" w:cs="Poppins"/>
                <w:color w:val="000000"/>
              </w:rPr>
              <w:t xml:space="preserve"> (min- max) 73 (68- 74)</w:t>
            </w:r>
            <w:r w:rsidRPr="00C3404B">
              <w:rPr>
                <w:rFonts w:ascii="Poppins" w:hAnsi="Poppins" w:cs="Poppins"/>
              </w:rPr>
              <w:t xml:space="preserve"> dB(A)</w:t>
            </w:r>
          </w:p>
          <w:p w14:paraId="6535A90D" w14:textId="4C49BA94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3404B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C3404B">
              <w:rPr>
                <w:rFonts w:ascii="Poppins" w:hAnsi="Poppins" w:cs="Poppins"/>
              </w:rPr>
              <w:t>med</w:t>
            </w:r>
            <w:proofErr w:type="spellEnd"/>
            <w:r w:rsidRPr="00C3404B">
              <w:rPr>
                <w:rFonts w:ascii="Poppins" w:hAnsi="Poppins" w:cs="Poppins"/>
              </w:rPr>
              <w:t xml:space="preserve"> (min- max) 56 (51- 57) dB(A) - valori riferiti a fattore di direzionalità pari a 2 in campo chiuso, costante d’ambiente 300 m2 e distanza pari a 5 m</w:t>
            </w:r>
          </w:p>
          <w:p w14:paraId="56A34711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C3404B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C3404B">
              <w:rPr>
                <w:rFonts w:ascii="Poppins" w:hAnsi="Poppins" w:cs="Poppins"/>
                <w:color w:val="000000"/>
              </w:rPr>
              <w:t>) 1608x605x275 mm</w:t>
            </w:r>
          </w:p>
          <w:p w14:paraId="50EA2DDE" w14:textId="77777777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>Peso 69 kg</w:t>
            </w:r>
          </w:p>
          <w:p w14:paraId="42EE7D8F" w14:textId="60214712" w:rsidR="00387424" w:rsidRPr="00C3404B" w:rsidRDefault="00387424" w:rsidP="001A1DA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3404B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C3404B">
              <w:rPr>
                <w:rFonts w:ascii="Poppins" w:hAnsi="Poppins" w:cs="Poppins"/>
                <w:color w:val="000000"/>
              </w:rPr>
              <w:t>3/4</w:t>
            </w:r>
            <w:r w:rsidRPr="00C3404B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52539D9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CD22829" w14:textId="599D32DB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EC-AF 16-17 o equivalente</w:t>
            </w:r>
            <w:r w:rsidR="00C3404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40D86A2" w14:textId="77777777" w:rsidTr="00387424">
        <w:tc>
          <w:tcPr>
            <w:tcW w:w="1373" w:type="dxa"/>
          </w:tcPr>
          <w:p w14:paraId="361B4BB7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07610190</w:t>
            </w:r>
          </w:p>
        </w:tc>
        <w:tc>
          <w:tcPr>
            <w:tcW w:w="2563" w:type="dxa"/>
          </w:tcPr>
          <w:p w14:paraId="50346B05" w14:textId="78A79AB0" w:rsidR="00387424" w:rsidRPr="00387424" w:rsidRDefault="00DD2ABD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termoventilante</w:t>
            </w:r>
            <w:proofErr w:type="spellEnd"/>
            <w:r w:rsidR="00387424" w:rsidRPr="00387424">
              <w:rPr>
                <w:rFonts w:ascii="Poppins" w:hAnsi="Poppins" w:cs="Poppins"/>
                <w:bCs/>
                <w:sz w:val="20"/>
              </w:rPr>
              <w:t xml:space="preserve"> UTO EC-AF 16-20</w:t>
            </w:r>
          </w:p>
        </w:tc>
        <w:tc>
          <w:tcPr>
            <w:tcW w:w="5562" w:type="dxa"/>
          </w:tcPr>
          <w:p w14:paraId="05FA79D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per installazione orizzontale a soffitto, con tecnologia DC-Inverter, con aspirazione aria frontale.</w:t>
            </w:r>
          </w:p>
          <w:p w14:paraId="752194A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244FEF0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2991DA3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5B6CBDA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75B3A0E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0731A35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653917A" w14:textId="360534DB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>Dati tecnici</w:t>
            </w:r>
            <w:r w:rsidR="00414A82">
              <w:rPr>
                <w:rFonts w:ascii="Poppins" w:hAnsi="Poppins" w:cs="Poppins"/>
                <w:b/>
              </w:rPr>
              <w:t>:</w:t>
            </w:r>
          </w:p>
          <w:p w14:paraId="1F00C57F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414A82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14A82">
              <w:rPr>
                <w:rFonts w:ascii="Poppins" w:hAnsi="Poppins" w:cs="Poppins"/>
                <w:color w:val="000000"/>
              </w:rPr>
              <w:t xml:space="preserve"> (min- max) 17,92 (15,24- 18,88) kW</w:t>
            </w:r>
          </w:p>
          <w:p w14:paraId="7BA55A3F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Portata d’acqua max velocità 3248 l/h</w:t>
            </w:r>
          </w:p>
          <w:p w14:paraId="145FE53F" w14:textId="4F7C7CA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14A82">
              <w:rPr>
                <w:rFonts w:ascii="Poppins" w:hAnsi="Poppins" w:cs="Poppins"/>
                <w:color w:val="000000"/>
              </w:rPr>
              <w:t xml:space="preserve">Perdita di carico max velocità 13,7 </w:t>
            </w:r>
            <w:proofErr w:type="spellStart"/>
            <w:r w:rsidRPr="00414A82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14A82" w:rsidRPr="00414A82">
              <w:rPr>
                <w:rFonts w:ascii="Poppins" w:hAnsi="Poppins" w:cs="Poppins"/>
                <w:color w:val="000000"/>
              </w:rPr>
              <w:t xml:space="preserve"> </w:t>
            </w:r>
            <w:r w:rsidRPr="00414A82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414A82">
              <w:rPr>
                <w:rFonts w:ascii="Poppins" w:hAnsi="Poppins" w:cs="Poppins"/>
              </w:rPr>
              <w:t>b.s</w:t>
            </w:r>
            <w:proofErr w:type="spellEnd"/>
            <w:r w:rsidRPr="00414A82">
              <w:rPr>
                <w:rFonts w:ascii="Poppins" w:hAnsi="Poppins" w:cs="Poppins"/>
              </w:rPr>
              <w:t xml:space="preserve">./19 °C </w:t>
            </w:r>
            <w:proofErr w:type="spellStart"/>
            <w:r w:rsidRPr="00414A82">
              <w:rPr>
                <w:rFonts w:ascii="Poppins" w:hAnsi="Poppins" w:cs="Poppins"/>
              </w:rPr>
              <w:t>b.u.</w:t>
            </w:r>
            <w:proofErr w:type="spellEnd"/>
            <w:r w:rsidRPr="00414A82">
              <w:rPr>
                <w:rFonts w:ascii="Poppins" w:hAnsi="Poppins" w:cs="Poppins"/>
              </w:rPr>
              <w:t>)</w:t>
            </w:r>
          </w:p>
          <w:p w14:paraId="3DEA6792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414A82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14A82">
              <w:rPr>
                <w:rFonts w:ascii="Poppins" w:hAnsi="Poppins" w:cs="Poppins"/>
                <w:color w:val="000000"/>
              </w:rPr>
              <w:t xml:space="preserve"> (min- max) 18,45 (15,54- 19,51) kW</w:t>
            </w:r>
          </w:p>
          <w:p w14:paraId="64942307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lastRenderedPageBreak/>
              <w:t>Portata d’acqua max velocità 3356 l/h</w:t>
            </w:r>
          </w:p>
          <w:p w14:paraId="7788AFB0" w14:textId="575B37B8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14A82">
              <w:rPr>
                <w:rFonts w:ascii="Poppins" w:hAnsi="Poppins" w:cs="Poppins"/>
                <w:color w:val="000000"/>
              </w:rPr>
              <w:t xml:space="preserve">Perdita di carico max velocità 12,7 </w:t>
            </w:r>
            <w:proofErr w:type="spellStart"/>
            <w:r w:rsidRPr="00414A82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14A82" w:rsidRPr="00414A82">
              <w:rPr>
                <w:rFonts w:ascii="Poppins" w:hAnsi="Poppins" w:cs="Poppins"/>
                <w:color w:val="000000"/>
              </w:rPr>
              <w:t xml:space="preserve"> </w:t>
            </w:r>
            <w:r w:rsidRPr="00414A82">
              <w:rPr>
                <w:rFonts w:ascii="Poppins" w:hAnsi="Poppins" w:cs="Poppins"/>
              </w:rPr>
              <w:t>(temperatura acqua 45/40 °C; temperatura aria 20 °C)</w:t>
            </w:r>
          </w:p>
          <w:p w14:paraId="51C8D94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 xml:space="preserve">Portata d’aria </w:t>
            </w:r>
            <w:proofErr w:type="spellStart"/>
            <w:r w:rsidRPr="00414A82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14A82">
              <w:rPr>
                <w:rFonts w:ascii="Poppins" w:hAnsi="Poppins" w:cs="Poppins"/>
                <w:color w:val="000000"/>
              </w:rPr>
              <w:t xml:space="preserve"> (min- max) 2377 (1831- 2587) m3/h</w:t>
            </w:r>
          </w:p>
          <w:p w14:paraId="2144CA85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Pressione statica utile max 100 Pa</w:t>
            </w:r>
          </w:p>
          <w:p w14:paraId="671A139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14A82">
              <w:rPr>
                <w:rFonts w:ascii="Poppins" w:hAnsi="Poppins" w:cs="Poppins"/>
                <w:color w:val="000000" w:themeColor="text1"/>
              </w:rPr>
              <w:t>N° ventilatori: 3</w:t>
            </w:r>
          </w:p>
          <w:p w14:paraId="6E6ED921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414A82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414A82">
              <w:rPr>
                <w:rFonts w:ascii="Poppins" w:hAnsi="Poppins" w:cs="Poppins"/>
                <w:color w:val="000000"/>
              </w:rPr>
              <w:t>/Hz</w:t>
            </w:r>
          </w:p>
          <w:p w14:paraId="2D8CAD31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Potenza massima assorbita 550 W</w:t>
            </w:r>
          </w:p>
          <w:p w14:paraId="08DD015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Corrente massima assorbita 2,5 A</w:t>
            </w:r>
          </w:p>
          <w:p w14:paraId="2189974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14A82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414A82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14A82">
              <w:rPr>
                <w:rFonts w:ascii="Poppins" w:hAnsi="Poppins" w:cs="Poppins"/>
                <w:color w:val="000000"/>
              </w:rPr>
              <w:t xml:space="preserve"> (min- max) 73 (68- 74)</w:t>
            </w:r>
            <w:r w:rsidRPr="00414A82">
              <w:rPr>
                <w:rFonts w:ascii="Poppins" w:hAnsi="Poppins" w:cs="Poppins"/>
              </w:rPr>
              <w:t xml:space="preserve"> dB(A)</w:t>
            </w:r>
          </w:p>
          <w:p w14:paraId="367DB133" w14:textId="4F5F50FB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14A82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414A82">
              <w:rPr>
                <w:rFonts w:ascii="Poppins" w:hAnsi="Poppins" w:cs="Poppins"/>
              </w:rPr>
              <w:t>med</w:t>
            </w:r>
            <w:proofErr w:type="spellEnd"/>
            <w:r w:rsidRPr="00414A82">
              <w:rPr>
                <w:rFonts w:ascii="Poppins" w:hAnsi="Poppins" w:cs="Poppins"/>
              </w:rPr>
              <w:t xml:space="preserve"> (min- max) 56 (51- 57) dB(A) - valori riferiti a fattore di direzionalità pari a 2 in campo chiuso, costante d’ambiente 300 m2 e distanza pari a 5 m</w:t>
            </w:r>
          </w:p>
          <w:p w14:paraId="0F03B7AA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414A82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414A82">
              <w:rPr>
                <w:rFonts w:ascii="Poppins" w:hAnsi="Poppins" w:cs="Poppins"/>
                <w:color w:val="000000"/>
              </w:rPr>
              <w:t>) 1608x605x275 mm</w:t>
            </w:r>
          </w:p>
          <w:p w14:paraId="1CA9A8D6" w14:textId="77777777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>Peso 72 kg</w:t>
            </w:r>
          </w:p>
          <w:p w14:paraId="33BED66F" w14:textId="3D5317DA" w:rsidR="00387424" w:rsidRPr="00414A82" w:rsidRDefault="00387424" w:rsidP="001A1DA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14A82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A52DFF" w:rsidRPr="00414A82">
              <w:rPr>
                <w:rFonts w:ascii="Poppins" w:hAnsi="Poppins" w:cs="Poppins"/>
                <w:color w:val="000000"/>
              </w:rPr>
              <w:t>3/4</w:t>
            </w:r>
            <w:r w:rsidRPr="00414A82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3B353F1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4C2E666" w14:textId="3A041F60" w:rsidR="00387424" w:rsidRPr="00387424" w:rsidRDefault="00387424" w:rsidP="00387424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Unità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UTO EC-AF 16-20 o equivalente</w:t>
            </w:r>
            <w:r w:rsidR="00414A8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C2E305C" w14:textId="77777777" w:rsidTr="00387424">
        <w:tc>
          <w:tcPr>
            <w:tcW w:w="1373" w:type="dxa"/>
          </w:tcPr>
          <w:p w14:paraId="55F2DBCD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07614060</w:t>
            </w:r>
          </w:p>
        </w:tc>
        <w:tc>
          <w:tcPr>
            <w:tcW w:w="2563" w:type="dxa"/>
          </w:tcPr>
          <w:p w14:paraId="60E73757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aria, con attacchi circolari, per installazione da incasso</w:t>
            </w:r>
          </w:p>
          <w:p w14:paraId="2142E5B7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PR-UTO 08</w:t>
            </w:r>
          </w:p>
        </w:tc>
        <w:tc>
          <w:tcPr>
            <w:tcW w:w="5562" w:type="dxa"/>
          </w:tcPr>
          <w:p w14:paraId="1E73608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 previsto per l’installazione dell’unità terminale da incasso UTO EC-AP, UTO EC-AF 08-05 o 08-07 o 08-08.</w:t>
            </w:r>
          </w:p>
          <w:p w14:paraId="4B4B7DC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 con N° 3 attacchi circolari DN 160/180/200 in plastica.</w:t>
            </w:r>
          </w:p>
          <w:p w14:paraId="2A25077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800 mm.</w:t>
            </w:r>
          </w:p>
          <w:p w14:paraId="699D628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5DAF678" w14:textId="3D2EEEAF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aspirazione (ripresa) aria, con attacchi circolari, per installazione da incasso PR-UTO 08 o equivalente</w:t>
            </w:r>
            <w:r w:rsidR="006F5CAA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E4A4920" w14:textId="77777777" w:rsidTr="00387424">
        <w:tc>
          <w:tcPr>
            <w:tcW w:w="1373" w:type="dxa"/>
          </w:tcPr>
          <w:p w14:paraId="2302204D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07614065</w:t>
            </w:r>
          </w:p>
        </w:tc>
        <w:tc>
          <w:tcPr>
            <w:tcW w:w="2563" w:type="dxa"/>
          </w:tcPr>
          <w:p w14:paraId="239DEC83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aria, con attacchi circolari, per installazione da incasso</w:t>
            </w:r>
          </w:p>
          <w:p w14:paraId="7C871C7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PR-UTO 12</w:t>
            </w:r>
          </w:p>
        </w:tc>
        <w:tc>
          <w:tcPr>
            <w:tcW w:w="5562" w:type="dxa"/>
          </w:tcPr>
          <w:p w14:paraId="665B773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 previsto per l’installazione dell’unità terminale da incasso UTO EC-AP, UTO EC-AF 12-09 o 12-12 o 12-14.</w:t>
            </w:r>
          </w:p>
          <w:p w14:paraId="5DF85FC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 con N° 5 attacchi circolari DN 160/180/200 in plastica.</w:t>
            </w:r>
          </w:p>
          <w:p w14:paraId="1C7E377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1200 mm.</w:t>
            </w:r>
          </w:p>
          <w:p w14:paraId="3123C87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4CD97ED" w14:textId="476AA0B0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aspirazione (ripresa) aria, con attacchi circolari, per installazione da incasso PR-UTO 12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61EF28A0" w14:textId="77777777" w:rsidTr="00387424">
        <w:tc>
          <w:tcPr>
            <w:tcW w:w="1373" w:type="dxa"/>
          </w:tcPr>
          <w:p w14:paraId="22E404ED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07614070</w:t>
            </w:r>
          </w:p>
        </w:tc>
        <w:tc>
          <w:tcPr>
            <w:tcW w:w="2563" w:type="dxa"/>
          </w:tcPr>
          <w:p w14:paraId="209DC9B2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aria, con attacchi circolari, per installazione da incasso</w:t>
            </w:r>
          </w:p>
          <w:p w14:paraId="604F8415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PR-UTO 16</w:t>
            </w:r>
          </w:p>
        </w:tc>
        <w:tc>
          <w:tcPr>
            <w:tcW w:w="5562" w:type="dxa"/>
          </w:tcPr>
          <w:p w14:paraId="658B125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aspirazione (ripresa) aria previsto per l’installazione dell’unità terminale da incasso UTO EC-AP, UTO EC-AF 16-13 o 16-17 o 16-20.</w:t>
            </w:r>
          </w:p>
          <w:p w14:paraId="234B5EF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 con N° 6 attacchi circolari DN 160/180/200 in plastica.</w:t>
            </w:r>
          </w:p>
          <w:p w14:paraId="1D87B90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1600 mm.</w:t>
            </w:r>
          </w:p>
          <w:p w14:paraId="7AD2D07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494F7B2" w14:textId="1C485ED4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aspirazione (ripresa) aria, con attacchi circolari, per installazione da incasso PR-UTO 16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EB49232" w14:textId="77777777" w:rsidTr="00387424">
        <w:tc>
          <w:tcPr>
            <w:tcW w:w="1373" w:type="dxa"/>
          </w:tcPr>
          <w:p w14:paraId="2EF66E79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07614010</w:t>
            </w:r>
          </w:p>
        </w:tc>
        <w:tc>
          <w:tcPr>
            <w:tcW w:w="2563" w:type="dxa"/>
          </w:tcPr>
          <w:p w14:paraId="3EF8E476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aria, con attacchi circolari, per installazione da incasso</w:t>
            </w:r>
          </w:p>
          <w:p w14:paraId="6D6147CC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PM-UTO 08</w:t>
            </w:r>
          </w:p>
        </w:tc>
        <w:tc>
          <w:tcPr>
            <w:tcW w:w="5562" w:type="dxa"/>
          </w:tcPr>
          <w:p w14:paraId="480C618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 previsto per l’installazione dell’unità terminale da incasso UTO EC-AP, UTO EC-AF 08-05 o 08-07 o 08-08.</w:t>
            </w:r>
          </w:p>
          <w:p w14:paraId="1E05909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zincata, coibentata internamente, con N° 3 attacchi circolari DN 160/180/200 in plastica.</w:t>
            </w:r>
          </w:p>
          <w:p w14:paraId="5687EA6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800 mm.</w:t>
            </w:r>
          </w:p>
          <w:p w14:paraId="3739836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47319E1" w14:textId="35CE73B3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mandata aria, con attacchi circolari, per installazione da incasso PM-UTO 08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7941DB17" w14:textId="77777777" w:rsidTr="00387424">
        <w:tc>
          <w:tcPr>
            <w:tcW w:w="1373" w:type="dxa"/>
          </w:tcPr>
          <w:p w14:paraId="3059709E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07614015</w:t>
            </w:r>
          </w:p>
        </w:tc>
        <w:tc>
          <w:tcPr>
            <w:tcW w:w="2563" w:type="dxa"/>
          </w:tcPr>
          <w:p w14:paraId="724218D0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aria, con attacchi circolari, per installazione da incasso</w:t>
            </w:r>
          </w:p>
          <w:p w14:paraId="6CBEE556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PM-UTO 12</w:t>
            </w:r>
          </w:p>
        </w:tc>
        <w:tc>
          <w:tcPr>
            <w:tcW w:w="5562" w:type="dxa"/>
          </w:tcPr>
          <w:p w14:paraId="7271052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 previsto per l’installazione dell’unità terminale da incasso UTO EC-AP, UTO EC-AF 12-09 o 12-12 o 12-14.</w:t>
            </w:r>
          </w:p>
          <w:p w14:paraId="74DFC58A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zincata, coibentata internamente, con N° 3 attacchi circolari DN 160/180/200 in plastica.</w:t>
            </w:r>
          </w:p>
          <w:p w14:paraId="47AA42A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Larghezza 800 mm.</w:t>
            </w:r>
          </w:p>
          <w:p w14:paraId="69CB124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E89D875" w14:textId="1C8C0504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mandata aria, con attacchi circolari, per installazione da incasso PM-UTO 12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A5CEE8E" w14:textId="77777777" w:rsidTr="00387424">
        <w:tc>
          <w:tcPr>
            <w:tcW w:w="1373" w:type="dxa"/>
          </w:tcPr>
          <w:p w14:paraId="6E7EF258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07614020</w:t>
            </w:r>
          </w:p>
        </w:tc>
        <w:tc>
          <w:tcPr>
            <w:tcW w:w="2563" w:type="dxa"/>
          </w:tcPr>
          <w:p w14:paraId="172416E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aria, con attacchi circolari, per installazione da incasso</w:t>
            </w:r>
          </w:p>
          <w:p w14:paraId="5E8E616C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PM-UTO 16</w:t>
            </w:r>
          </w:p>
        </w:tc>
        <w:tc>
          <w:tcPr>
            <w:tcW w:w="5562" w:type="dxa"/>
          </w:tcPr>
          <w:p w14:paraId="173C421B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Plenum di mandata aria previsto per l’installazione dell’unità terminale da incasso UTO EC-AP, UTO EC-AF 16-13 o 16-17 o 16-20.</w:t>
            </w:r>
          </w:p>
          <w:p w14:paraId="7DC0BF6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Realizzato in lamiera zincata, coibentata internamente, con N° 3 attacchi circolari DN 160/180/200 in plastica.</w:t>
            </w:r>
          </w:p>
          <w:p w14:paraId="667CAC96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Larghezza 800 mm.</w:t>
            </w:r>
          </w:p>
          <w:p w14:paraId="57F5D73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D4E92A8" w14:textId="147744A3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Plenum di mandata aria, con attacchi circolari, per installazione da incasso PM-UTO 16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A6D536A" w14:textId="77777777" w:rsidTr="00387424">
        <w:tc>
          <w:tcPr>
            <w:tcW w:w="1373" w:type="dxa"/>
          </w:tcPr>
          <w:p w14:paraId="7A3887E9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07614110</w:t>
            </w:r>
          </w:p>
        </w:tc>
        <w:tc>
          <w:tcPr>
            <w:tcW w:w="2563" w:type="dxa"/>
          </w:tcPr>
          <w:p w14:paraId="65C2FD0A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</w:t>
            </w:r>
          </w:p>
          <w:p w14:paraId="04724B2B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KEV2-UTO 08</w:t>
            </w:r>
          </w:p>
        </w:tc>
        <w:tc>
          <w:tcPr>
            <w:tcW w:w="5562" w:type="dxa"/>
          </w:tcPr>
          <w:p w14:paraId="2FBA5EA1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vie, per impianto a 2 tubi, per 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UTO EC-AP, UTO EC-AF 08-05 o 08-07 o 08-08.</w:t>
            </w:r>
          </w:p>
          <w:p w14:paraId="1BCD0E32" w14:textId="1605F21A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 xml:space="preserve">” con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= 2,5; servocomando elettrotermico NC, 230 Vac-50 Hz e kit tubi rame e raccordi.</w:t>
            </w:r>
          </w:p>
          <w:p w14:paraId="24A6677C" w14:textId="23FF7F31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1EDCD94A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1988AC2D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41E7FB" w14:textId="08648C0E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motorizzata a 3 vie KEV2-UTO 08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5BF9651" w14:textId="77777777" w:rsidTr="00387424">
        <w:tc>
          <w:tcPr>
            <w:tcW w:w="1373" w:type="dxa"/>
          </w:tcPr>
          <w:p w14:paraId="6F25CB11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07614115</w:t>
            </w:r>
          </w:p>
        </w:tc>
        <w:tc>
          <w:tcPr>
            <w:tcW w:w="2563" w:type="dxa"/>
          </w:tcPr>
          <w:p w14:paraId="17EC48E9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</w:t>
            </w:r>
          </w:p>
          <w:p w14:paraId="5EB5BE5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KEV2-UTO 12</w:t>
            </w:r>
          </w:p>
        </w:tc>
        <w:tc>
          <w:tcPr>
            <w:tcW w:w="5562" w:type="dxa"/>
          </w:tcPr>
          <w:p w14:paraId="7D537261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vie, per impianto a 2 tubi, per 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UTO EC-AP, UTO EC-AF 12-09 o 12-12 o 12-14.</w:t>
            </w:r>
          </w:p>
          <w:p w14:paraId="0557F997" w14:textId="1344CA1A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 xml:space="preserve">” con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= 4,0; servocomando elettrotermico NC, 230 Vac-50 Hz e kit tubi rame e raccordi.</w:t>
            </w:r>
          </w:p>
          <w:p w14:paraId="1B0EBD32" w14:textId="087E6F4E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1F7CE881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15F05F54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85D16A" w14:textId="7C7190B5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motorizzata a 3 vie KEV2-UTO 12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0971BFB7" w14:textId="77777777" w:rsidTr="00387424">
        <w:tc>
          <w:tcPr>
            <w:tcW w:w="1373" w:type="dxa"/>
          </w:tcPr>
          <w:p w14:paraId="61F66DDA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07614120</w:t>
            </w:r>
          </w:p>
        </w:tc>
        <w:tc>
          <w:tcPr>
            <w:tcW w:w="2563" w:type="dxa"/>
          </w:tcPr>
          <w:p w14:paraId="45E12886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</w:t>
            </w:r>
          </w:p>
          <w:p w14:paraId="69DC7ED5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KEV2-UTO 16</w:t>
            </w:r>
          </w:p>
        </w:tc>
        <w:tc>
          <w:tcPr>
            <w:tcW w:w="5562" w:type="dxa"/>
          </w:tcPr>
          <w:p w14:paraId="4AFAAFA2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motorizzata a 3 vie, per impianto a 2 tubi, per 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UTO EC-AP, UTO EC-AF 16-13 o 16-17 o 16-20.</w:t>
            </w:r>
          </w:p>
          <w:p w14:paraId="0E30B62B" w14:textId="65A75E98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 xml:space="preserve">” con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= 6,0; servocomando elettrotermico NC, 230 Vac-50 Hz e kit tubi rame e raccordi.</w:t>
            </w:r>
          </w:p>
          <w:p w14:paraId="7DC93AB4" w14:textId="48332864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2BDDF63D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7D3C5CE5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C4BC20" w14:textId="4F9B4DB0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motorizzata a 3 vie KEV2-UTO 16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3B33F98E" w14:textId="77777777" w:rsidTr="00387424">
        <w:tc>
          <w:tcPr>
            <w:tcW w:w="1373" w:type="dxa"/>
          </w:tcPr>
          <w:p w14:paraId="6BD489C6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07614160</w:t>
            </w:r>
          </w:p>
        </w:tc>
        <w:tc>
          <w:tcPr>
            <w:tcW w:w="2563" w:type="dxa"/>
          </w:tcPr>
          <w:p w14:paraId="53B656E8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modulante 0-10 V a 3 vie</w:t>
            </w:r>
          </w:p>
          <w:p w14:paraId="1530E45E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KEVM-UTO 08</w:t>
            </w:r>
          </w:p>
        </w:tc>
        <w:tc>
          <w:tcPr>
            <w:tcW w:w="5562" w:type="dxa"/>
          </w:tcPr>
          <w:p w14:paraId="0FB594B6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valvola, modulante 0-10 V, a 3 vie, per impianto a 2 tubi, per 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UTO EC-AP, UTO EC-AF 08-05 o 08-07 o 08-08.</w:t>
            </w:r>
          </w:p>
          <w:p w14:paraId="4416C430" w14:textId="62C327FF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 xml:space="preserve">” con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= 2,5; servocomando elettrotermico con ingresso 0-10 V e alimentazione 24 Vac-50 Hz; kit tubi rame e raccordi.</w:t>
            </w:r>
          </w:p>
          <w:p w14:paraId="38713683" w14:textId="4E51CC78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6A450798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75414169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1C1A90" w14:textId="5776EC0B" w:rsidR="00387424" w:rsidRPr="00387424" w:rsidRDefault="00387424" w:rsidP="006F5CAA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modulante 0-10 V a 3 vie</w:t>
            </w:r>
            <w:r w:rsidR="006F5CA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87424">
              <w:rPr>
                <w:rFonts w:ascii="Poppins" w:hAnsi="Poppins" w:cs="Poppins"/>
                <w:b/>
                <w:sz w:val="20"/>
              </w:rPr>
              <w:t>KEVM-UTO 08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63CB5D29" w14:textId="77777777" w:rsidTr="00387424">
        <w:tc>
          <w:tcPr>
            <w:tcW w:w="1373" w:type="dxa"/>
          </w:tcPr>
          <w:p w14:paraId="53F97E26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07614165</w:t>
            </w:r>
          </w:p>
        </w:tc>
        <w:tc>
          <w:tcPr>
            <w:tcW w:w="2563" w:type="dxa"/>
          </w:tcPr>
          <w:p w14:paraId="25694F2C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modulante 0-10 V a 3 vie</w:t>
            </w:r>
          </w:p>
          <w:p w14:paraId="540F1CE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KEVM-UTO 12</w:t>
            </w:r>
          </w:p>
        </w:tc>
        <w:tc>
          <w:tcPr>
            <w:tcW w:w="5562" w:type="dxa"/>
          </w:tcPr>
          <w:p w14:paraId="62D3D208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valvola, modulante 0-10 V, a 3 vie, per impianto a 2 tubi, per 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UTO EC-AP, UTO EC-AF 12-09 o 12-12 o 12-14.</w:t>
            </w:r>
          </w:p>
          <w:p w14:paraId="732D6521" w14:textId="1D26139F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 xml:space="preserve">” con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= 4,0; servocomando elettrotermico con ingresso 0-10 V e alimentazione 24 Vac-50 Hz; kit tubi rame e raccordi.</w:t>
            </w:r>
          </w:p>
          <w:p w14:paraId="2F8D963B" w14:textId="11F18D93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65C916FE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6E840C00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265659" w14:textId="5324E6D1" w:rsidR="00387424" w:rsidRPr="00387424" w:rsidRDefault="00387424" w:rsidP="001A1DA7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modulante 0-10 V a 3 vie</w:t>
            </w:r>
            <w:r w:rsidR="001A1DA7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87424">
              <w:rPr>
                <w:rFonts w:ascii="Poppins" w:hAnsi="Poppins" w:cs="Poppins"/>
                <w:b/>
                <w:sz w:val="20"/>
              </w:rPr>
              <w:t>KEVM-UTO 12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0E857B7" w14:textId="77777777" w:rsidTr="00387424">
        <w:tc>
          <w:tcPr>
            <w:tcW w:w="1373" w:type="dxa"/>
          </w:tcPr>
          <w:p w14:paraId="0BC1DD04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07614170</w:t>
            </w:r>
          </w:p>
        </w:tc>
        <w:tc>
          <w:tcPr>
            <w:tcW w:w="2563" w:type="dxa"/>
          </w:tcPr>
          <w:p w14:paraId="2748A43E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 modulante 0-10 V a 3 vie</w:t>
            </w:r>
          </w:p>
          <w:p w14:paraId="28D1A46F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KEVM-UTO 16</w:t>
            </w:r>
          </w:p>
        </w:tc>
        <w:tc>
          <w:tcPr>
            <w:tcW w:w="5562" w:type="dxa"/>
          </w:tcPr>
          <w:p w14:paraId="0D9DFBDC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valvola, modulante 0-10 V, a 3 vie, per impianto a 2 tubi, per unità terminale (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termoventilante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) da incasso UTO EC-AP, UTO EC-AF16-13 o 16-17 o 16-20.</w:t>
            </w:r>
          </w:p>
          <w:p w14:paraId="00D3EFFB" w14:textId="3C4E5A3D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Costituito da valvola a 3 vie da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 xml:space="preserve">” con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>= 6,0; servocomando elettrotermico con ingresso 0-10 V e alimentazione 24 Vac-50 Hz; kit tubi rame e raccordi.</w:t>
            </w:r>
          </w:p>
          <w:p w14:paraId="5DAA277B" w14:textId="0E9AB754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Attacchi </w:t>
            </w:r>
            <w:r w:rsidR="00A52DFF">
              <w:rPr>
                <w:rFonts w:ascii="Poppins" w:hAnsi="Poppins" w:cs="Poppins"/>
                <w:sz w:val="20"/>
              </w:rPr>
              <w:t>3/4</w:t>
            </w:r>
            <w:r w:rsidRPr="00387424">
              <w:rPr>
                <w:rFonts w:ascii="Poppins" w:hAnsi="Poppins" w:cs="Poppins"/>
                <w:sz w:val="20"/>
              </w:rPr>
              <w:t>” M.</w:t>
            </w:r>
          </w:p>
          <w:p w14:paraId="63B97578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Completo di bacinella raccogli condensa.</w:t>
            </w:r>
          </w:p>
          <w:p w14:paraId="5CDC7574" w14:textId="77777777" w:rsidR="00387424" w:rsidRPr="00387424" w:rsidRDefault="00387424" w:rsidP="0038742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549BC2" w14:textId="117989E1" w:rsidR="00387424" w:rsidRPr="00387424" w:rsidRDefault="00387424" w:rsidP="001A1DA7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Kit valvola modulante 0-10 V a 3 vie</w:t>
            </w:r>
            <w:r w:rsidR="001A1DA7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87424">
              <w:rPr>
                <w:rFonts w:ascii="Poppins" w:hAnsi="Poppins" w:cs="Poppins"/>
                <w:b/>
                <w:sz w:val="20"/>
              </w:rPr>
              <w:t>KEVM-UTO 16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2A159362" w14:textId="77777777" w:rsidTr="00387424">
        <w:tc>
          <w:tcPr>
            <w:tcW w:w="1373" w:type="dxa"/>
          </w:tcPr>
          <w:p w14:paraId="3C79D315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28139130</w:t>
            </w:r>
          </w:p>
        </w:tc>
        <w:tc>
          <w:tcPr>
            <w:tcW w:w="2563" w:type="dxa"/>
          </w:tcPr>
          <w:p w14:paraId="28A3B109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Trasformatore 230/24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Vac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10 VA </w:t>
            </w:r>
          </w:p>
          <w:p w14:paraId="2ACB6908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2 moduli DIN</w:t>
            </w:r>
          </w:p>
        </w:tc>
        <w:tc>
          <w:tcPr>
            <w:tcW w:w="5562" w:type="dxa"/>
          </w:tcPr>
          <w:p w14:paraId="58892BAD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Trasformatore 230/24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Vac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, 2 moduli DIN, per l’alimentazione 24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Vac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di servomotori modulanti.</w:t>
            </w:r>
          </w:p>
          <w:p w14:paraId="215D688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 xml:space="preserve">Alimentazione 220-240 </w:t>
            </w:r>
            <w:proofErr w:type="spellStart"/>
            <w:r w:rsidRPr="00387424">
              <w:rPr>
                <w:rFonts w:ascii="Poppins" w:hAnsi="Poppins" w:cs="Poppins"/>
                <w:sz w:val="20"/>
              </w:rPr>
              <w:t>Vac</w:t>
            </w:r>
            <w:proofErr w:type="spellEnd"/>
            <w:r w:rsidRPr="00387424">
              <w:rPr>
                <w:rFonts w:ascii="Poppins" w:hAnsi="Poppins" w:cs="Poppins"/>
                <w:sz w:val="20"/>
              </w:rPr>
              <w:t xml:space="preserve"> – 50/60 Hz</w:t>
            </w:r>
          </w:p>
          <w:p w14:paraId="17801DB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Potenza elettrica 10 VA.</w:t>
            </w:r>
          </w:p>
          <w:p w14:paraId="29000BE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1D59FBF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44E4763" w14:textId="5C197D03" w:rsidR="00387424" w:rsidRPr="00387424" w:rsidRDefault="00387424" w:rsidP="001A1DA7">
            <w:pPr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Trasformatore 230/24 </w:t>
            </w:r>
            <w:proofErr w:type="spellStart"/>
            <w:r w:rsidRPr="00387424">
              <w:rPr>
                <w:rFonts w:ascii="Poppins" w:hAnsi="Poppins" w:cs="Poppins"/>
                <w:b/>
                <w:sz w:val="20"/>
              </w:rPr>
              <w:t>Vac</w:t>
            </w:r>
            <w:proofErr w:type="spellEnd"/>
            <w:r w:rsidRPr="00387424">
              <w:rPr>
                <w:rFonts w:ascii="Poppins" w:hAnsi="Poppins" w:cs="Poppins"/>
                <w:b/>
                <w:sz w:val="20"/>
              </w:rPr>
              <w:t xml:space="preserve"> 10 VA 2 moduli DIN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634F9906" w14:textId="77777777" w:rsidTr="00387424">
        <w:tc>
          <w:tcPr>
            <w:tcW w:w="1373" w:type="dxa"/>
          </w:tcPr>
          <w:p w14:paraId="18C3D817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01301242</w:t>
            </w:r>
          </w:p>
        </w:tc>
        <w:tc>
          <w:tcPr>
            <w:tcW w:w="2563" w:type="dxa"/>
          </w:tcPr>
          <w:p w14:paraId="2C45BAC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barra DIN per trasformatore</w:t>
            </w:r>
          </w:p>
        </w:tc>
        <w:tc>
          <w:tcPr>
            <w:tcW w:w="5562" w:type="dxa"/>
          </w:tcPr>
          <w:p w14:paraId="0A1A5422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Kit costituito da 2 guide DIN 35x7,5 mm, L= 80 mm e 4 viti di fissaggio.</w:t>
            </w:r>
          </w:p>
          <w:p w14:paraId="2F1A63E9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277A708" w14:textId="0923F903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T Kit barra DIN per trasformatore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13A0C686" w14:textId="77777777" w:rsidTr="00387424">
        <w:tc>
          <w:tcPr>
            <w:tcW w:w="1373" w:type="dxa"/>
          </w:tcPr>
          <w:p w14:paraId="7FAE6114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lastRenderedPageBreak/>
              <w:t>07235611</w:t>
            </w:r>
          </w:p>
        </w:tc>
        <w:tc>
          <w:tcPr>
            <w:tcW w:w="2563" w:type="dxa"/>
          </w:tcPr>
          <w:p w14:paraId="5FCF3DAA" w14:textId="161E2B69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Tubo EPE, colore grigio, Di=160 L=</w:t>
            </w:r>
            <w:r w:rsidR="001A1DA7">
              <w:rPr>
                <w:rFonts w:ascii="Poppins" w:hAnsi="Poppins" w:cs="Poppins"/>
              </w:rPr>
              <w:t>2</w:t>
            </w:r>
            <w:r w:rsidRPr="00387424">
              <w:rPr>
                <w:rFonts w:ascii="Poppins" w:hAnsi="Poppins" w:cs="Poppins"/>
              </w:rPr>
              <w:t>m</w:t>
            </w:r>
          </w:p>
        </w:tc>
        <w:tc>
          <w:tcPr>
            <w:tcW w:w="5562" w:type="dxa"/>
          </w:tcPr>
          <w:p w14:paraId="2C7D974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Tubo EPE colore grigio diametro 160 mm e lunghezza 2 m.</w:t>
            </w:r>
          </w:p>
          <w:p w14:paraId="69211D3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387424">
              <w:rPr>
                <w:rFonts w:ascii="Poppins" w:hAnsi="Poppins" w:cs="Poppins"/>
              </w:rPr>
              <w:t>mK</w:t>
            </w:r>
            <w:proofErr w:type="spellEnd"/>
            <w:r w:rsidRPr="00387424">
              <w:rPr>
                <w:rFonts w:ascii="Poppins" w:hAnsi="Poppins" w:cs="Poppins"/>
              </w:rPr>
              <w:t xml:space="preserve"> a 40 °C</w:t>
            </w:r>
          </w:p>
          <w:p w14:paraId="366A971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Densità: 30 kg/mc</w:t>
            </w:r>
          </w:p>
          <w:p w14:paraId="3232BAC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387424">
              <w:rPr>
                <w:rFonts w:ascii="Poppins" w:hAnsi="Poppins" w:cs="Poppins"/>
              </w:rPr>
              <w:t>Euroclasse</w:t>
            </w:r>
            <w:proofErr w:type="spellEnd"/>
            <w:r w:rsidRPr="00387424">
              <w:rPr>
                <w:rFonts w:ascii="Poppins" w:hAnsi="Poppins" w:cs="Poppins"/>
              </w:rPr>
              <w:t xml:space="preserve"> E</w:t>
            </w:r>
          </w:p>
          <w:p w14:paraId="5F3415F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Diametro interno: 160 mm</w:t>
            </w:r>
          </w:p>
          <w:p w14:paraId="6C3BB55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Spessore: 16 mm</w:t>
            </w:r>
          </w:p>
          <w:p w14:paraId="49A8BA2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limite: -45 °C/ +100 °C per breve periodo.</w:t>
            </w:r>
          </w:p>
          <w:p w14:paraId="68FB15A7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37AA88C" w14:textId="53A8CD45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Tubo EPE colore grigio Di=160 L=2m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10525DEF" w14:textId="77777777" w:rsidTr="00387424">
        <w:tc>
          <w:tcPr>
            <w:tcW w:w="1373" w:type="dxa"/>
          </w:tcPr>
          <w:p w14:paraId="19ECB6FB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07235631</w:t>
            </w:r>
          </w:p>
        </w:tc>
        <w:tc>
          <w:tcPr>
            <w:tcW w:w="2563" w:type="dxa"/>
          </w:tcPr>
          <w:p w14:paraId="29348CC8" w14:textId="2DB77A71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Gomito 90° EPE, colore grigio, Di=160</w:t>
            </w:r>
          </w:p>
        </w:tc>
        <w:tc>
          <w:tcPr>
            <w:tcW w:w="5562" w:type="dxa"/>
          </w:tcPr>
          <w:p w14:paraId="6009A71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Gomito 90° EPE colore grigio diametro 160 mm.</w:t>
            </w:r>
          </w:p>
          <w:p w14:paraId="6D5B7C9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387424">
              <w:rPr>
                <w:rFonts w:ascii="Poppins" w:hAnsi="Poppins" w:cs="Poppins"/>
              </w:rPr>
              <w:t>mK</w:t>
            </w:r>
            <w:proofErr w:type="spellEnd"/>
            <w:r w:rsidRPr="00387424">
              <w:rPr>
                <w:rFonts w:ascii="Poppins" w:hAnsi="Poppins" w:cs="Poppins"/>
              </w:rPr>
              <w:t xml:space="preserve"> a 40 °C</w:t>
            </w:r>
          </w:p>
          <w:p w14:paraId="69C85E6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Densità: 30 kg/mc</w:t>
            </w:r>
          </w:p>
          <w:p w14:paraId="46DAD82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387424">
              <w:rPr>
                <w:rFonts w:ascii="Poppins" w:hAnsi="Poppins" w:cs="Poppins"/>
              </w:rPr>
              <w:t>Euroclasse</w:t>
            </w:r>
            <w:proofErr w:type="spellEnd"/>
            <w:r w:rsidRPr="00387424">
              <w:rPr>
                <w:rFonts w:ascii="Poppins" w:hAnsi="Poppins" w:cs="Poppins"/>
              </w:rPr>
              <w:t xml:space="preserve"> E</w:t>
            </w:r>
          </w:p>
          <w:p w14:paraId="54A3539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Diametro interno: 160 mm</w:t>
            </w:r>
          </w:p>
          <w:p w14:paraId="18CAB8A0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Spessore: 16 mm</w:t>
            </w:r>
          </w:p>
          <w:p w14:paraId="341993C3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limite: -45 °C/ +100 °C per breve periodo.</w:t>
            </w:r>
          </w:p>
          <w:p w14:paraId="54467E2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F635220" w14:textId="659DA34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Gomito 90° EPE colore grigio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42F9B9C7" w14:textId="77777777" w:rsidTr="00387424">
        <w:tc>
          <w:tcPr>
            <w:tcW w:w="1373" w:type="dxa"/>
          </w:tcPr>
          <w:p w14:paraId="42EA582A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07235641</w:t>
            </w:r>
          </w:p>
        </w:tc>
        <w:tc>
          <w:tcPr>
            <w:tcW w:w="2563" w:type="dxa"/>
          </w:tcPr>
          <w:p w14:paraId="334521E5" w14:textId="3264EF2A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Gomito 45° EPE, colore grigio, Di=160</w:t>
            </w:r>
          </w:p>
        </w:tc>
        <w:tc>
          <w:tcPr>
            <w:tcW w:w="5562" w:type="dxa"/>
          </w:tcPr>
          <w:p w14:paraId="7E32117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Gomito 45° EPE colore grigio diametro 160 mm.</w:t>
            </w:r>
          </w:p>
          <w:p w14:paraId="61D55381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387424">
              <w:rPr>
                <w:rFonts w:ascii="Poppins" w:hAnsi="Poppins" w:cs="Poppins"/>
              </w:rPr>
              <w:t>mK</w:t>
            </w:r>
            <w:proofErr w:type="spellEnd"/>
            <w:r w:rsidRPr="00387424">
              <w:rPr>
                <w:rFonts w:ascii="Poppins" w:hAnsi="Poppins" w:cs="Poppins"/>
              </w:rPr>
              <w:t xml:space="preserve"> a 40 °C</w:t>
            </w:r>
          </w:p>
          <w:p w14:paraId="4FF1622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Densità: 30 kg/mc</w:t>
            </w:r>
          </w:p>
          <w:p w14:paraId="7A4ED69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387424">
              <w:rPr>
                <w:rFonts w:ascii="Poppins" w:hAnsi="Poppins" w:cs="Poppins"/>
              </w:rPr>
              <w:t>Euroclasse</w:t>
            </w:r>
            <w:proofErr w:type="spellEnd"/>
            <w:r w:rsidRPr="00387424">
              <w:rPr>
                <w:rFonts w:ascii="Poppins" w:hAnsi="Poppins" w:cs="Poppins"/>
              </w:rPr>
              <w:t xml:space="preserve"> E</w:t>
            </w:r>
          </w:p>
          <w:p w14:paraId="3D8B650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Diametro interno: 160 mm</w:t>
            </w:r>
          </w:p>
          <w:p w14:paraId="27B089DA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Spessore: 16 mm</w:t>
            </w:r>
          </w:p>
          <w:p w14:paraId="3AA539C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limite: -45 °C/ +100 °C per breve periodo.</w:t>
            </w:r>
          </w:p>
          <w:p w14:paraId="6FA64901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94B90AA" w14:textId="5EE55018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Gomito 45° EPE colore grigio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5399368E" w14:textId="77777777" w:rsidTr="00387424">
        <w:tc>
          <w:tcPr>
            <w:tcW w:w="1373" w:type="dxa"/>
          </w:tcPr>
          <w:p w14:paraId="0158CFFA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07235661</w:t>
            </w:r>
          </w:p>
        </w:tc>
        <w:tc>
          <w:tcPr>
            <w:tcW w:w="2563" w:type="dxa"/>
          </w:tcPr>
          <w:p w14:paraId="472F64A4" w14:textId="66A8D38B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Raccordo a T 90° EPE, colore grigio, Di=160</w:t>
            </w:r>
          </w:p>
        </w:tc>
        <w:tc>
          <w:tcPr>
            <w:tcW w:w="5562" w:type="dxa"/>
          </w:tcPr>
          <w:p w14:paraId="0034B19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Raccordo a T 90° EPE colore grigio diametro 160 mm.</w:t>
            </w:r>
          </w:p>
          <w:p w14:paraId="008E7E4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387424">
              <w:rPr>
                <w:rFonts w:ascii="Poppins" w:hAnsi="Poppins" w:cs="Poppins"/>
              </w:rPr>
              <w:t>mK</w:t>
            </w:r>
            <w:proofErr w:type="spellEnd"/>
            <w:r w:rsidRPr="00387424">
              <w:rPr>
                <w:rFonts w:ascii="Poppins" w:hAnsi="Poppins" w:cs="Poppins"/>
              </w:rPr>
              <w:t xml:space="preserve"> a 40 °C</w:t>
            </w:r>
          </w:p>
          <w:p w14:paraId="758FEE2B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Densità: 30 kg/mc</w:t>
            </w:r>
          </w:p>
          <w:p w14:paraId="2DB0D78D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387424">
              <w:rPr>
                <w:rFonts w:ascii="Poppins" w:hAnsi="Poppins" w:cs="Poppins"/>
              </w:rPr>
              <w:t>Euroclasse</w:t>
            </w:r>
            <w:proofErr w:type="spellEnd"/>
            <w:r w:rsidRPr="00387424">
              <w:rPr>
                <w:rFonts w:ascii="Poppins" w:hAnsi="Poppins" w:cs="Poppins"/>
              </w:rPr>
              <w:t xml:space="preserve"> E</w:t>
            </w:r>
          </w:p>
          <w:p w14:paraId="744A190E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Diametro interno: 160 mm</w:t>
            </w:r>
          </w:p>
          <w:p w14:paraId="59B0304F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Spessore: 16 mm</w:t>
            </w:r>
          </w:p>
          <w:p w14:paraId="573A3B3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limite: -45 °C/ +100 °C per breve periodo.</w:t>
            </w:r>
          </w:p>
          <w:p w14:paraId="6FFE71C3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F5F3C4E" w14:textId="1E5FEE55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387424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Raccordo a T 90° EPE colore grigio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29002155" w14:textId="77777777" w:rsidTr="00387424">
        <w:tc>
          <w:tcPr>
            <w:tcW w:w="1373" w:type="dxa"/>
          </w:tcPr>
          <w:p w14:paraId="37CEC499" w14:textId="77777777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lastRenderedPageBreak/>
              <w:t>07235681</w:t>
            </w:r>
          </w:p>
        </w:tc>
        <w:tc>
          <w:tcPr>
            <w:tcW w:w="2563" w:type="dxa"/>
          </w:tcPr>
          <w:p w14:paraId="1258E159" w14:textId="0CBA0F3B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Raccordo PP per tubi EPE Di=160</w:t>
            </w:r>
          </w:p>
        </w:tc>
        <w:tc>
          <w:tcPr>
            <w:tcW w:w="5562" w:type="dxa"/>
          </w:tcPr>
          <w:p w14:paraId="76C9DCE9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Raccordo PP per tubi EPE diametro interno 160 mm.</w:t>
            </w:r>
          </w:p>
          <w:p w14:paraId="392CBEB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49D7E3A" w14:textId="295E2992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Raccordo PP per tubi EPE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572C9CEB" w14:textId="77777777" w:rsidTr="00387424">
        <w:tc>
          <w:tcPr>
            <w:tcW w:w="1373" w:type="dxa"/>
          </w:tcPr>
          <w:p w14:paraId="050B7E71" w14:textId="77777777" w:rsidR="00387424" w:rsidRPr="00387424" w:rsidRDefault="00387424" w:rsidP="003874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87424">
              <w:rPr>
                <w:rFonts w:ascii="Poppins" w:hAnsi="Poppins" w:cs="Poppins"/>
                <w:bCs/>
                <w:sz w:val="20"/>
              </w:rPr>
              <w:t>07235691</w:t>
            </w:r>
          </w:p>
        </w:tc>
        <w:tc>
          <w:tcPr>
            <w:tcW w:w="2563" w:type="dxa"/>
          </w:tcPr>
          <w:p w14:paraId="24FE703F" w14:textId="77777777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Collare di fissaggio PP per tubi EPE Di= 160</w:t>
            </w:r>
          </w:p>
        </w:tc>
        <w:tc>
          <w:tcPr>
            <w:tcW w:w="5562" w:type="dxa"/>
          </w:tcPr>
          <w:p w14:paraId="5024E765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Collare di fissaggio PP per tubi EPE diametro interno 160 mm.</w:t>
            </w:r>
          </w:p>
          <w:p w14:paraId="32CDE49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FC80320" w14:textId="3210C1DD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  <w:b/>
              </w:rPr>
              <w:t xml:space="preserve">Marca </w:t>
            </w:r>
            <w:r w:rsidR="002A6A88">
              <w:rPr>
                <w:rFonts w:ascii="Poppins" w:hAnsi="Poppins" w:cs="Poppins"/>
                <w:b/>
              </w:rPr>
              <w:t>Emmeti</w:t>
            </w:r>
            <w:r w:rsidRPr="00387424">
              <w:rPr>
                <w:rFonts w:ascii="Poppins" w:hAnsi="Poppins" w:cs="Poppins"/>
                <w:b/>
              </w:rPr>
              <w:t xml:space="preserve"> – Modello Collare di fissaggio PP per tubi EPE Di=160 o equivalente</w:t>
            </w:r>
            <w:r w:rsidR="001A1DA7">
              <w:rPr>
                <w:rFonts w:ascii="Poppins" w:hAnsi="Poppins" w:cs="Poppins"/>
                <w:b/>
              </w:rPr>
              <w:t>.</w:t>
            </w:r>
          </w:p>
        </w:tc>
      </w:tr>
      <w:tr w:rsidR="00387424" w:rsidRPr="007E69BB" w14:paraId="55046D5F" w14:textId="77777777" w:rsidTr="00387424">
        <w:tc>
          <w:tcPr>
            <w:tcW w:w="1373" w:type="dxa"/>
          </w:tcPr>
          <w:p w14:paraId="658CC959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07815690</w:t>
            </w:r>
          </w:p>
        </w:tc>
        <w:tc>
          <w:tcPr>
            <w:tcW w:w="2563" w:type="dxa"/>
          </w:tcPr>
          <w:p w14:paraId="65153D56" w14:textId="32208DB9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coibentato e antibatterico DN 127 L=10 m</w:t>
            </w:r>
          </w:p>
        </w:tc>
        <w:tc>
          <w:tcPr>
            <w:tcW w:w="5562" w:type="dxa"/>
          </w:tcPr>
          <w:p w14:paraId="7ADEFC8E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DN 127, colore grigio, realizzato con film di resine poliolefiniche additivate e master antibatterico, con spirale in filo di acciaio armonico.</w:t>
            </w:r>
          </w:p>
          <w:p w14:paraId="578BDE80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2BE3CBB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Classe di reazione al fuoco (</w:t>
            </w:r>
            <w:proofErr w:type="spellStart"/>
            <w:r w:rsidRPr="00387424">
              <w:rPr>
                <w:rFonts w:ascii="Poppins" w:hAnsi="Poppins" w:cs="Poppins"/>
              </w:rPr>
              <w:t>rif.</w:t>
            </w:r>
            <w:proofErr w:type="spellEnd"/>
            <w:r w:rsidRPr="00387424">
              <w:rPr>
                <w:rFonts w:ascii="Poppins" w:hAnsi="Poppins" w:cs="Poppins"/>
              </w:rPr>
              <w:t xml:space="preserve"> DM 26/06/1984): 1.</w:t>
            </w:r>
          </w:p>
          <w:p w14:paraId="5D0ADE95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di impiego: -20 °C/ +90 °C.</w:t>
            </w:r>
          </w:p>
          <w:p w14:paraId="0509CF54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4636AC8" w14:textId="4CF709C5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127 L=10 m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0C292C87" w14:textId="77777777" w:rsidTr="00387424">
        <w:tc>
          <w:tcPr>
            <w:tcW w:w="1373" w:type="dxa"/>
          </w:tcPr>
          <w:p w14:paraId="25E4B2E0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07815700</w:t>
            </w:r>
          </w:p>
        </w:tc>
        <w:tc>
          <w:tcPr>
            <w:tcW w:w="2563" w:type="dxa"/>
          </w:tcPr>
          <w:p w14:paraId="51AEFB4A" w14:textId="54002E4D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coibentato e antibatterico DN 160 L=10 m</w:t>
            </w:r>
          </w:p>
        </w:tc>
        <w:tc>
          <w:tcPr>
            <w:tcW w:w="5562" w:type="dxa"/>
          </w:tcPr>
          <w:p w14:paraId="40EB1D66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DN 160, colore grigio, realizzato con film di resine poliolefiniche additivate e master antibatterico, con spirale in filo di acciaio armonico.</w:t>
            </w:r>
          </w:p>
          <w:p w14:paraId="16D3B1E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525C378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Classe di reazione al fuoco (</w:t>
            </w:r>
            <w:proofErr w:type="spellStart"/>
            <w:r w:rsidRPr="00387424">
              <w:rPr>
                <w:rFonts w:ascii="Poppins" w:hAnsi="Poppins" w:cs="Poppins"/>
              </w:rPr>
              <w:t>rif.</w:t>
            </w:r>
            <w:proofErr w:type="spellEnd"/>
            <w:r w:rsidRPr="00387424">
              <w:rPr>
                <w:rFonts w:ascii="Poppins" w:hAnsi="Poppins" w:cs="Poppins"/>
              </w:rPr>
              <w:t xml:space="preserve"> DM 26/06/1984): 1.</w:t>
            </w:r>
          </w:p>
          <w:p w14:paraId="36CAABEE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di impiego: -20 °C/ +90 °C.</w:t>
            </w:r>
          </w:p>
          <w:p w14:paraId="18328F4C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6B0152C" w14:textId="17141358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160 L=10 m o equivalente</w:t>
            </w:r>
            <w:r w:rsidR="001A1DA7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7424" w:rsidRPr="007E69BB" w14:paraId="40DC6FF1" w14:textId="77777777" w:rsidTr="00387424">
        <w:tc>
          <w:tcPr>
            <w:tcW w:w="1373" w:type="dxa"/>
          </w:tcPr>
          <w:p w14:paraId="229DEDF8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07815705</w:t>
            </w:r>
          </w:p>
        </w:tc>
        <w:tc>
          <w:tcPr>
            <w:tcW w:w="2563" w:type="dxa"/>
          </w:tcPr>
          <w:p w14:paraId="1FBEFC0B" w14:textId="31BD28B1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coibentato e antibatterico DN 200 L=10 m</w:t>
            </w:r>
          </w:p>
        </w:tc>
        <w:tc>
          <w:tcPr>
            <w:tcW w:w="5562" w:type="dxa"/>
          </w:tcPr>
          <w:p w14:paraId="7CD7E74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DN 200, colore grigio, realizzato con film di resine poliolefiniche additivate e master antibatterico, con spirale in filo di acciaio armonico.</w:t>
            </w:r>
          </w:p>
          <w:p w14:paraId="01D02187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28A2FB6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lastRenderedPageBreak/>
              <w:t>Classe di reazione al fuoco (</w:t>
            </w:r>
            <w:proofErr w:type="spellStart"/>
            <w:r w:rsidRPr="00387424">
              <w:rPr>
                <w:rFonts w:ascii="Poppins" w:hAnsi="Poppins" w:cs="Poppins"/>
              </w:rPr>
              <w:t>rif.</w:t>
            </w:r>
            <w:proofErr w:type="spellEnd"/>
            <w:r w:rsidRPr="00387424">
              <w:rPr>
                <w:rFonts w:ascii="Poppins" w:hAnsi="Poppins" w:cs="Poppins"/>
              </w:rPr>
              <w:t xml:space="preserve"> DM 26/06/1984): 1.</w:t>
            </w:r>
          </w:p>
          <w:p w14:paraId="0F938394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di impiego: -20 °C/ +90 °C.</w:t>
            </w:r>
          </w:p>
          <w:p w14:paraId="292B7120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29FA07C" w14:textId="275F0453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200 L=10 m o equivalente</w:t>
            </w:r>
          </w:p>
        </w:tc>
      </w:tr>
      <w:tr w:rsidR="00387424" w:rsidRPr="007E69BB" w14:paraId="473EDE1A" w14:textId="77777777" w:rsidTr="00387424">
        <w:tc>
          <w:tcPr>
            <w:tcW w:w="1373" w:type="dxa"/>
          </w:tcPr>
          <w:p w14:paraId="63BF418C" w14:textId="77777777" w:rsidR="00387424" w:rsidRPr="00387424" w:rsidRDefault="00387424" w:rsidP="003874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lastRenderedPageBreak/>
              <w:t>07815685</w:t>
            </w:r>
          </w:p>
        </w:tc>
        <w:tc>
          <w:tcPr>
            <w:tcW w:w="2563" w:type="dxa"/>
          </w:tcPr>
          <w:p w14:paraId="3B429644" w14:textId="1A4C3E87" w:rsidR="00387424" w:rsidRPr="00387424" w:rsidRDefault="00387424" w:rsidP="003874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flessibile, antibatterico, DN 200 L=10 m</w:t>
            </w:r>
          </w:p>
        </w:tc>
        <w:tc>
          <w:tcPr>
            <w:tcW w:w="5562" w:type="dxa"/>
          </w:tcPr>
          <w:p w14:paraId="048B7298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Condotto flessibile DN 200, colore grigio, realizzato con film di resine poliolefiniche additivate e master antibatterico, con spirale in filo di acciaio armonico.</w:t>
            </w:r>
          </w:p>
          <w:p w14:paraId="74B7D40F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Classe di reazione al fuoco (</w:t>
            </w:r>
            <w:proofErr w:type="spellStart"/>
            <w:r w:rsidRPr="00387424">
              <w:rPr>
                <w:rFonts w:ascii="Poppins" w:hAnsi="Poppins" w:cs="Poppins"/>
              </w:rPr>
              <w:t>rif.</w:t>
            </w:r>
            <w:proofErr w:type="spellEnd"/>
            <w:r w:rsidRPr="00387424">
              <w:rPr>
                <w:rFonts w:ascii="Poppins" w:hAnsi="Poppins" w:cs="Poppins"/>
              </w:rPr>
              <w:t xml:space="preserve"> DM 26/06/1984): 1.</w:t>
            </w:r>
          </w:p>
          <w:p w14:paraId="4B4F2F0C" w14:textId="77777777" w:rsidR="00387424" w:rsidRPr="00387424" w:rsidRDefault="00387424" w:rsidP="0038742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387424">
              <w:rPr>
                <w:rFonts w:ascii="Poppins" w:hAnsi="Poppins" w:cs="Poppins"/>
              </w:rPr>
              <w:t>Temperature di impiego: -20 °C/ +90 °C.</w:t>
            </w:r>
          </w:p>
          <w:p w14:paraId="37CCB2E8" w14:textId="77777777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2F83610" w14:textId="2AD0F504" w:rsidR="00387424" w:rsidRPr="00387424" w:rsidRDefault="00387424" w:rsidP="00387424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38742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A6A88">
              <w:rPr>
                <w:rFonts w:ascii="Poppins" w:hAnsi="Poppins" w:cs="Poppins"/>
                <w:b/>
                <w:sz w:val="20"/>
              </w:rPr>
              <w:t>Emmeti</w:t>
            </w:r>
            <w:r w:rsidRPr="00387424">
              <w:rPr>
                <w:rFonts w:ascii="Poppins" w:hAnsi="Poppins" w:cs="Poppins"/>
                <w:b/>
                <w:sz w:val="20"/>
              </w:rPr>
              <w:t xml:space="preserve"> – Modello Condotto flessibile, antibatterico, DN 200 L=10 m o equivalente</w:t>
            </w:r>
          </w:p>
        </w:tc>
      </w:tr>
      <w:tr w:rsidR="00806B78" w:rsidRPr="007E69BB" w14:paraId="13682F56" w14:textId="77777777" w:rsidTr="00387424">
        <w:tc>
          <w:tcPr>
            <w:tcW w:w="1373" w:type="dxa"/>
          </w:tcPr>
          <w:p w14:paraId="51DB6090" w14:textId="77777777" w:rsidR="00806B78" w:rsidRPr="00387424" w:rsidRDefault="00806B78" w:rsidP="00806B7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387424">
              <w:rPr>
                <w:rFonts w:ascii="Poppins" w:hAnsi="Poppins" w:cs="Poppins"/>
                <w:sz w:val="20"/>
              </w:rPr>
              <w:t>07815740</w:t>
            </w:r>
          </w:p>
        </w:tc>
        <w:tc>
          <w:tcPr>
            <w:tcW w:w="2563" w:type="dxa"/>
          </w:tcPr>
          <w:p w14:paraId="68145B56" w14:textId="4461FAB0" w:rsidR="00806B78" w:rsidRPr="00387424" w:rsidRDefault="00806B78" w:rsidP="00806B78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nero, rotolo da 50 m</w:t>
            </w:r>
            <w:r>
              <w:rPr>
                <w:rFonts w:ascii="Poppins" w:hAnsi="Poppins" w:cs="Poppins"/>
                <w:sz w:val="20"/>
              </w:rPr>
              <w:t>, H = 50 mm</w:t>
            </w:r>
          </w:p>
        </w:tc>
        <w:tc>
          <w:tcPr>
            <w:tcW w:w="5562" w:type="dxa"/>
          </w:tcPr>
          <w:p w14:paraId="55AAB69F" w14:textId="77777777" w:rsidR="00806B78" w:rsidRPr="00E05187" w:rsidRDefault="00806B78" w:rsidP="00806B7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nero.</w:t>
            </w:r>
          </w:p>
          <w:p w14:paraId="112CD7E4" w14:textId="77777777" w:rsidR="00806B78" w:rsidRPr="00E05187" w:rsidRDefault="00806B78" w:rsidP="00806B7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Spessore 50 micron.</w:t>
            </w:r>
          </w:p>
          <w:p w14:paraId="00630F69" w14:textId="77777777" w:rsidR="00806B78" w:rsidRPr="00E05187" w:rsidRDefault="00806B78" w:rsidP="00806B7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Rotolo da 50 m.</w:t>
            </w:r>
          </w:p>
          <w:p w14:paraId="7352F0DB" w14:textId="77777777" w:rsidR="00806B78" w:rsidRPr="00E05187" w:rsidRDefault="00806B78" w:rsidP="00806B7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BA63C67" w14:textId="4FEEE6DD" w:rsidR="00806B78" w:rsidRPr="00387424" w:rsidRDefault="00806B78" w:rsidP="00806B7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- </w:t>
            </w:r>
            <w:r w:rsidRPr="00E05187">
              <w:rPr>
                <w:rFonts w:ascii="Poppins" w:hAnsi="Poppins" w:cs="Poppins"/>
                <w:b/>
                <w:sz w:val="20"/>
              </w:rPr>
              <w:t>Modello Nastro adesivo in alluminio, colore nero, rotolo da 50 m</w:t>
            </w:r>
            <w:r>
              <w:rPr>
                <w:rFonts w:ascii="Poppins" w:hAnsi="Poppins" w:cs="Poppins"/>
                <w:b/>
                <w:sz w:val="20"/>
              </w:rPr>
              <w:t xml:space="preserve">, </w:t>
            </w:r>
            <w:r w:rsidRPr="0020726E">
              <w:rPr>
                <w:rFonts w:ascii="Poppins" w:hAnsi="Poppins" w:cs="Poppins"/>
                <w:b/>
                <w:sz w:val="20"/>
              </w:rPr>
              <w:t>H = 50 mm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o </w:t>
            </w:r>
            <w:r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</w:tbl>
    <w:p w14:paraId="1EECA9A5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B64B7" w14:textId="77777777" w:rsidR="00A36B78" w:rsidRDefault="00A36B78">
      <w:r>
        <w:separator/>
      </w:r>
    </w:p>
  </w:endnote>
  <w:endnote w:type="continuationSeparator" w:id="0">
    <w:p w14:paraId="59D1488C" w14:textId="77777777" w:rsidR="00A36B78" w:rsidRDefault="00A36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BDF8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28BC48A0" w14:textId="77777777" w:rsidTr="004706FD">
      <w:tc>
        <w:tcPr>
          <w:tcW w:w="4534" w:type="dxa"/>
        </w:tcPr>
        <w:p w14:paraId="142B9EAE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87424">
            <w:rPr>
              <w:rFonts w:ascii="Poppins" w:hAnsi="Poppins" w:cs="Poppins"/>
              <w:iCs/>
              <w:noProof/>
              <w:sz w:val="16"/>
            </w:rPr>
            <w:t>Unità termoventilante UTO Medium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873421D" w14:textId="2257B2A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806B78">
            <w:rPr>
              <w:rFonts w:ascii="Poppins" w:hAnsi="Poppins" w:cs="Poppins"/>
              <w:noProof/>
              <w:sz w:val="14"/>
              <w:szCs w:val="14"/>
            </w:rPr>
            <w:t>34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A3ADFC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9B057DA" wp14:editId="5D271970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F6CA1" w14:textId="77777777" w:rsidR="00A36B78" w:rsidRDefault="00A36B78">
      <w:r>
        <w:separator/>
      </w:r>
    </w:p>
  </w:footnote>
  <w:footnote w:type="continuationSeparator" w:id="0">
    <w:p w14:paraId="6349DEC2" w14:textId="77777777" w:rsidR="00A36B78" w:rsidRDefault="00A3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A732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6AC5330" wp14:editId="6C00119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56E0F60A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F4BC56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B89"/>
    <w:multiLevelType w:val="hybridMultilevel"/>
    <w:tmpl w:val="245061CA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01C18"/>
    <w:multiLevelType w:val="hybridMultilevel"/>
    <w:tmpl w:val="D51AEBB6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E03D6"/>
    <w:multiLevelType w:val="hybridMultilevel"/>
    <w:tmpl w:val="D2EE920E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D5484"/>
    <w:multiLevelType w:val="hybridMultilevel"/>
    <w:tmpl w:val="2C68D996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D7234"/>
    <w:multiLevelType w:val="hybridMultilevel"/>
    <w:tmpl w:val="0B38BA4E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945E7"/>
    <w:multiLevelType w:val="hybridMultilevel"/>
    <w:tmpl w:val="F0A4698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33CE1"/>
    <w:multiLevelType w:val="hybridMultilevel"/>
    <w:tmpl w:val="937442AA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E525D"/>
    <w:multiLevelType w:val="hybridMultilevel"/>
    <w:tmpl w:val="1102FAA4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31EEF"/>
    <w:multiLevelType w:val="hybridMultilevel"/>
    <w:tmpl w:val="B6FC9A66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F3A42"/>
    <w:multiLevelType w:val="hybridMultilevel"/>
    <w:tmpl w:val="787ED9D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F23BD"/>
    <w:multiLevelType w:val="hybridMultilevel"/>
    <w:tmpl w:val="63C01A4A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C6EB4"/>
    <w:multiLevelType w:val="hybridMultilevel"/>
    <w:tmpl w:val="833068CE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A205A"/>
    <w:multiLevelType w:val="hybridMultilevel"/>
    <w:tmpl w:val="C42A11A8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A3B63"/>
    <w:multiLevelType w:val="hybridMultilevel"/>
    <w:tmpl w:val="16C4A9A8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82616"/>
    <w:multiLevelType w:val="hybridMultilevel"/>
    <w:tmpl w:val="B196434C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82CC4"/>
    <w:multiLevelType w:val="hybridMultilevel"/>
    <w:tmpl w:val="0F36E25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67EDB"/>
    <w:multiLevelType w:val="hybridMultilevel"/>
    <w:tmpl w:val="09DA340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05FC2"/>
    <w:multiLevelType w:val="hybridMultilevel"/>
    <w:tmpl w:val="B0368C38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7C118A"/>
    <w:multiLevelType w:val="hybridMultilevel"/>
    <w:tmpl w:val="2F1CCE72"/>
    <w:lvl w:ilvl="0" w:tplc="62C233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357965">
    <w:abstractNumId w:val="16"/>
  </w:num>
  <w:num w:numId="2" w16cid:durableId="1980190393">
    <w:abstractNumId w:val="12"/>
  </w:num>
  <w:num w:numId="3" w16cid:durableId="482815827">
    <w:abstractNumId w:val="13"/>
  </w:num>
  <w:num w:numId="4" w16cid:durableId="983974458">
    <w:abstractNumId w:val="15"/>
  </w:num>
  <w:num w:numId="5" w16cid:durableId="989552491">
    <w:abstractNumId w:val="11"/>
  </w:num>
  <w:num w:numId="6" w16cid:durableId="466046777">
    <w:abstractNumId w:val="18"/>
  </w:num>
  <w:num w:numId="7" w16cid:durableId="176358704">
    <w:abstractNumId w:val="4"/>
  </w:num>
  <w:num w:numId="8" w16cid:durableId="1120152663">
    <w:abstractNumId w:val="7"/>
  </w:num>
  <w:num w:numId="9" w16cid:durableId="759179818">
    <w:abstractNumId w:val="6"/>
  </w:num>
  <w:num w:numId="10" w16cid:durableId="1439564607">
    <w:abstractNumId w:val="10"/>
  </w:num>
  <w:num w:numId="11" w16cid:durableId="2131587484">
    <w:abstractNumId w:val="5"/>
  </w:num>
  <w:num w:numId="12" w16cid:durableId="588848536">
    <w:abstractNumId w:val="3"/>
  </w:num>
  <w:num w:numId="13" w16cid:durableId="121655511">
    <w:abstractNumId w:val="0"/>
  </w:num>
  <w:num w:numId="14" w16cid:durableId="601180497">
    <w:abstractNumId w:val="14"/>
  </w:num>
  <w:num w:numId="15" w16cid:durableId="402529335">
    <w:abstractNumId w:val="2"/>
  </w:num>
  <w:num w:numId="16" w16cid:durableId="1736201966">
    <w:abstractNumId w:val="8"/>
  </w:num>
  <w:num w:numId="17" w16cid:durableId="238713673">
    <w:abstractNumId w:val="1"/>
  </w:num>
  <w:num w:numId="18" w16cid:durableId="402720229">
    <w:abstractNumId w:val="9"/>
  </w:num>
  <w:num w:numId="19" w16cid:durableId="1917981863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4B3A"/>
    <w:rsid w:val="0006784D"/>
    <w:rsid w:val="0009136B"/>
    <w:rsid w:val="000A41FB"/>
    <w:rsid w:val="000A73AC"/>
    <w:rsid w:val="000B6932"/>
    <w:rsid w:val="000C52FA"/>
    <w:rsid w:val="000D2C78"/>
    <w:rsid w:val="000F7A52"/>
    <w:rsid w:val="00103A0D"/>
    <w:rsid w:val="00117A0E"/>
    <w:rsid w:val="001441C6"/>
    <w:rsid w:val="001450AB"/>
    <w:rsid w:val="001620E3"/>
    <w:rsid w:val="00171DAE"/>
    <w:rsid w:val="00185F89"/>
    <w:rsid w:val="00195A49"/>
    <w:rsid w:val="001A1DA7"/>
    <w:rsid w:val="001A5581"/>
    <w:rsid w:val="001D365F"/>
    <w:rsid w:val="001E6403"/>
    <w:rsid w:val="001F782F"/>
    <w:rsid w:val="0023000E"/>
    <w:rsid w:val="002346C2"/>
    <w:rsid w:val="0025330F"/>
    <w:rsid w:val="00264BCF"/>
    <w:rsid w:val="0028448D"/>
    <w:rsid w:val="00285A03"/>
    <w:rsid w:val="002862D2"/>
    <w:rsid w:val="002A6A88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87424"/>
    <w:rsid w:val="003B0FFE"/>
    <w:rsid w:val="003D4BE3"/>
    <w:rsid w:val="00402736"/>
    <w:rsid w:val="00414A82"/>
    <w:rsid w:val="004272FC"/>
    <w:rsid w:val="00433C12"/>
    <w:rsid w:val="0044592F"/>
    <w:rsid w:val="00447EFC"/>
    <w:rsid w:val="004706FD"/>
    <w:rsid w:val="00474537"/>
    <w:rsid w:val="0048382E"/>
    <w:rsid w:val="004860F0"/>
    <w:rsid w:val="004C7D1A"/>
    <w:rsid w:val="004E08E0"/>
    <w:rsid w:val="004F1A26"/>
    <w:rsid w:val="005235FA"/>
    <w:rsid w:val="00525BAE"/>
    <w:rsid w:val="00530F9B"/>
    <w:rsid w:val="005315F1"/>
    <w:rsid w:val="00532DCB"/>
    <w:rsid w:val="00536743"/>
    <w:rsid w:val="0054295B"/>
    <w:rsid w:val="00543A20"/>
    <w:rsid w:val="00562D44"/>
    <w:rsid w:val="00562E55"/>
    <w:rsid w:val="00584984"/>
    <w:rsid w:val="005C61B9"/>
    <w:rsid w:val="005E1169"/>
    <w:rsid w:val="006015C2"/>
    <w:rsid w:val="006040F5"/>
    <w:rsid w:val="00610639"/>
    <w:rsid w:val="00610F7D"/>
    <w:rsid w:val="00612BAB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5CAA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06B78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36B78"/>
    <w:rsid w:val="00A52DFF"/>
    <w:rsid w:val="00A62A77"/>
    <w:rsid w:val="00A743FF"/>
    <w:rsid w:val="00A82E78"/>
    <w:rsid w:val="00AA3D3E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404B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CF010E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B5B1B"/>
    <w:rsid w:val="00DD2ABD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0C4C"/>
    <w:rsid w:val="00EB33B9"/>
    <w:rsid w:val="00EC1DD9"/>
    <w:rsid w:val="00EC29FF"/>
    <w:rsid w:val="00ED24CF"/>
    <w:rsid w:val="00EF73E5"/>
    <w:rsid w:val="00F07ABB"/>
    <w:rsid w:val="00F50F65"/>
    <w:rsid w:val="00F53758"/>
    <w:rsid w:val="00F60A08"/>
    <w:rsid w:val="00FC1E81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B5F29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6A4F-8EEB-49E7-8B2C-F339E131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34</Pages>
  <Words>8067</Words>
  <Characters>45982</Characters>
  <Application>Microsoft Office Word</Application>
  <DocSecurity>0</DocSecurity>
  <Lines>383</Lines>
  <Paragraphs>107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53942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2025-08-25T11:52:00Z</dcterms:created>
  <dcterms:modified xsi:type="dcterms:W3CDTF">2025-08-25T11:53:00Z</dcterms:modified>
</cp:coreProperties>
</file>